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44BE1125" w:rsidR="0035531B" w:rsidRDefault="0035531B" w:rsidP="00EB46E5">
      <w:pPr>
        <w:pStyle w:val="Titul2"/>
      </w:pPr>
      <w:r w:rsidRPr="00103053">
        <w:t>„</w:t>
      </w:r>
      <w:r w:rsidR="00103053" w:rsidRPr="00103053">
        <w:t>Karviná ON - rekonstrukce části výpravní budovy</w:t>
      </w:r>
      <w:r w:rsidRPr="00103053">
        <w:t>“</w:t>
      </w:r>
    </w:p>
    <w:p w14:paraId="62F3EC24" w14:textId="77777777" w:rsidR="00AD0C7B" w:rsidRPr="006C2343" w:rsidRDefault="00AD0C7B" w:rsidP="00EB46E5">
      <w:pPr>
        <w:pStyle w:val="Titul2"/>
      </w:pPr>
    </w:p>
    <w:p w14:paraId="42B71179" w14:textId="5EC97696" w:rsidR="00EA4A40" w:rsidRDefault="00EA4A40" w:rsidP="00EA4A40">
      <w:pPr>
        <w:pStyle w:val="Text1-1"/>
        <w:numPr>
          <w:ilvl w:val="0"/>
          <w:numId w:val="0"/>
        </w:numPr>
        <w:tabs>
          <w:tab w:val="left" w:pos="708"/>
        </w:tabs>
        <w:ind w:left="737" w:hanging="737"/>
      </w:pPr>
      <w:r>
        <w:t xml:space="preserve">Č.j. </w:t>
      </w:r>
      <w:r w:rsidR="0052706F" w:rsidRPr="0052706F">
        <w:t>10162/2022-SŽ-SSV-Ú3</w:t>
      </w:r>
    </w:p>
    <w:p w14:paraId="0D8E912B" w14:textId="77777777" w:rsidR="00890AE3" w:rsidRDefault="00890AE3" w:rsidP="00315FB1">
      <w:pPr>
        <w:pStyle w:val="Titul2"/>
        <w:tabs>
          <w:tab w:val="clear" w:pos="6796"/>
          <w:tab w:val="left" w:pos="3764"/>
        </w:tabs>
      </w:pPr>
    </w:p>
    <w:p w14:paraId="5DBF17E8" w14:textId="77777777" w:rsidR="00890AE3" w:rsidRDefault="00890AE3" w:rsidP="00315FB1">
      <w:pPr>
        <w:pStyle w:val="Titul2"/>
        <w:tabs>
          <w:tab w:val="clear" w:pos="6796"/>
          <w:tab w:val="left" w:pos="3764"/>
        </w:tabs>
      </w:pPr>
    </w:p>
    <w:p w14:paraId="686DC28C" w14:textId="7086B62B" w:rsidR="00890AE3" w:rsidRDefault="00890AE3" w:rsidP="00315FB1">
      <w:pPr>
        <w:pStyle w:val="Titul2"/>
        <w:tabs>
          <w:tab w:val="clear" w:pos="6796"/>
          <w:tab w:val="left" w:pos="3764"/>
        </w:tabs>
      </w:pPr>
    </w:p>
    <w:p w14:paraId="7B077213" w14:textId="61D0126A" w:rsidR="004174FC" w:rsidRDefault="004174FC" w:rsidP="00315FB1">
      <w:pPr>
        <w:pStyle w:val="Titul2"/>
        <w:tabs>
          <w:tab w:val="clear" w:pos="6796"/>
          <w:tab w:val="left" w:pos="3764"/>
        </w:tabs>
      </w:pPr>
    </w:p>
    <w:p w14:paraId="065F47C6" w14:textId="3DDAE0D1" w:rsidR="004174FC" w:rsidRDefault="004174FC" w:rsidP="00315FB1">
      <w:pPr>
        <w:pStyle w:val="Titul2"/>
        <w:tabs>
          <w:tab w:val="clear" w:pos="6796"/>
          <w:tab w:val="left" w:pos="3764"/>
        </w:tabs>
      </w:pPr>
    </w:p>
    <w:p w14:paraId="10EF938F" w14:textId="77777777" w:rsidR="004174FC" w:rsidRDefault="004174FC" w:rsidP="00315FB1">
      <w:pPr>
        <w:pStyle w:val="Titul2"/>
        <w:tabs>
          <w:tab w:val="clear" w:pos="6796"/>
          <w:tab w:val="left" w:pos="3764"/>
        </w:tabs>
      </w:pPr>
    </w:p>
    <w:p w14:paraId="43D79217" w14:textId="77777777" w:rsidR="00890AE3" w:rsidRDefault="00890AE3" w:rsidP="00315FB1">
      <w:pPr>
        <w:pStyle w:val="Titul2"/>
        <w:tabs>
          <w:tab w:val="clear" w:pos="6796"/>
          <w:tab w:val="left" w:pos="3764"/>
        </w:tabs>
      </w:pPr>
    </w:p>
    <w:p w14:paraId="43DE8F7A" w14:textId="55CD663A" w:rsidR="006C2343" w:rsidRPr="006C2343" w:rsidRDefault="00315FB1" w:rsidP="00315FB1">
      <w:pPr>
        <w:pStyle w:val="Titul2"/>
        <w:tabs>
          <w:tab w:val="clear" w:pos="6796"/>
          <w:tab w:val="left" w:pos="3764"/>
        </w:tabs>
      </w:pPr>
      <w:r>
        <w:tab/>
      </w:r>
    </w:p>
    <w:p w14:paraId="4C330739" w14:textId="12485199" w:rsidR="00EB4ECA" w:rsidRDefault="005F769B" w:rsidP="005F769B">
      <w:r>
        <w:rPr>
          <w:noProof/>
          <w:lang w:eastAsia="cs-CZ"/>
        </w:rPr>
        <w:drawing>
          <wp:anchor distT="0" distB="0" distL="114300" distR="114300" simplePos="0" relativeHeight="251659264" behindDoc="0" locked="0" layoutInCell="1" allowOverlap="1" wp14:anchorId="0C3E391D" wp14:editId="4A21BF36">
            <wp:simplePos x="1314450" y="7766050"/>
            <wp:positionH relativeFrom="column">
              <wp:align>left</wp:align>
            </wp:positionH>
            <wp:positionV relativeFrom="paragraph">
              <wp:align>top</wp:align>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color w:val="FF0000"/>
        </w:rPr>
        <w:tab/>
      </w:r>
      <w:r w:rsidRPr="00346B6B">
        <w:rPr>
          <w:noProof/>
          <w:color w:val="FF0000"/>
          <w:lang w:eastAsia="cs-CZ"/>
        </w:rPr>
        <w:drawing>
          <wp:inline distT="0" distB="0" distL="0" distR="0" wp14:anchorId="0BB164DE" wp14:editId="2F7761DB">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r>
        <w:rPr>
          <w:color w:val="FF0000"/>
        </w:rPr>
        <w:br w:type="textWrapping" w:clear="all"/>
      </w:r>
    </w:p>
    <w:p w14:paraId="12C7B4D1" w14:textId="77777777" w:rsidR="00BD7E91" w:rsidRDefault="00BD7E91" w:rsidP="00FE4333">
      <w:pPr>
        <w:pStyle w:val="Nadpisbezsl1-1"/>
      </w:pPr>
      <w:r>
        <w:lastRenderedPageBreak/>
        <w:t>Obsah</w:t>
      </w:r>
      <w:r w:rsidR="00887F36">
        <w:t xml:space="preserve"> </w:t>
      </w:r>
    </w:p>
    <w:p w14:paraId="3C670228" w14:textId="4E999D39" w:rsidR="004530F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9216868" w:history="1">
        <w:r w:rsidR="004530F0" w:rsidRPr="00103D76">
          <w:rPr>
            <w:rStyle w:val="Hypertextovodkaz"/>
          </w:rPr>
          <w:t>1.</w:t>
        </w:r>
        <w:r w:rsidR="004530F0">
          <w:rPr>
            <w:rFonts w:eastAsiaTheme="minorEastAsia"/>
            <w:caps w:val="0"/>
            <w:noProof/>
            <w:sz w:val="22"/>
            <w:szCs w:val="22"/>
            <w:lang w:eastAsia="cs-CZ"/>
          </w:rPr>
          <w:tab/>
        </w:r>
        <w:r w:rsidR="004530F0" w:rsidRPr="00103D76">
          <w:rPr>
            <w:rStyle w:val="Hypertextovodkaz"/>
          </w:rPr>
          <w:t>ÚVODNÍ USTANOVENÍ</w:t>
        </w:r>
        <w:r w:rsidR="004530F0">
          <w:rPr>
            <w:noProof/>
            <w:webHidden/>
          </w:rPr>
          <w:tab/>
        </w:r>
        <w:r w:rsidR="004530F0">
          <w:rPr>
            <w:noProof/>
            <w:webHidden/>
          </w:rPr>
          <w:fldChar w:fldCharType="begin"/>
        </w:r>
        <w:r w:rsidR="004530F0">
          <w:rPr>
            <w:noProof/>
            <w:webHidden/>
          </w:rPr>
          <w:instrText xml:space="preserve"> PAGEREF _Toc109216868 \h </w:instrText>
        </w:r>
        <w:r w:rsidR="004530F0">
          <w:rPr>
            <w:noProof/>
            <w:webHidden/>
          </w:rPr>
        </w:r>
        <w:r w:rsidR="004530F0">
          <w:rPr>
            <w:noProof/>
            <w:webHidden/>
          </w:rPr>
          <w:fldChar w:fldCharType="separate"/>
        </w:r>
        <w:r w:rsidR="004530F0">
          <w:rPr>
            <w:noProof/>
            <w:webHidden/>
          </w:rPr>
          <w:t>3</w:t>
        </w:r>
        <w:r w:rsidR="004530F0">
          <w:rPr>
            <w:noProof/>
            <w:webHidden/>
          </w:rPr>
          <w:fldChar w:fldCharType="end"/>
        </w:r>
      </w:hyperlink>
    </w:p>
    <w:p w14:paraId="56CA83D5" w14:textId="37A68411" w:rsidR="004530F0" w:rsidRDefault="00116C57">
      <w:pPr>
        <w:pStyle w:val="Obsah1"/>
        <w:rPr>
          <w:rFonts w:eastAsiaTheme="minorEastAsia"/>
          <w:caps w:val="0"/>
          <w:noProof/>
          <w:sz w:val="22"/>
          <w:szCs w:val="22"/>
          <w:lang w:eastAsia="cs-CZ"/>
        </w:rPr>
      </w:pPr>
      <w:hyperlink w:anchor="_Toc109216869" w:history="1">
        <w:r w:rsidR="004530F0" w:rsidRPr="00103D76">
          <w:rPr>
            <w:rStyle w:val="Hypertextovodkaz"/>
          </w:rPr>
          <w:t>2.</w:t>
        </w:r>
        <w:r w:rsidR="004530F0">
          <w:rPr>
            <w:rFonts w:eastAsiaTheme="minorEastAsia"/>
            <w:caps w:val="0"/>
            <w:noProof/>
            <w:sz w:val="22"/>
            <w:szCs w:val="22"/>
            <w:lang w:eastAsia="cs-CZ"/>
          </w:rPr>
          <w:tab/>
        </w:r>
        <w:r w:rsidR="004530F0" w:rsidRPr="00103D76">
          <w:rPr>
            <w:rStyle w:val="Hypertextovodkaz"/>
          </w:rPr>
          <w:t>IDENTIFIKAČNÍ ÚDAJE ZADAVATELE</w:t>
        </w:r>
        <w:r w:rsidR="004530F0">
          <w:rPr>
            <w:noProof/>
            <w:webHidden/>
          </w:rPr>
          <w:tab/>
        </w:r>
        <w:r w:rsidR="004530F0">
          <w:rPr>
            <w:noProof/>
            <w:webHidden/>
          </w:rPr>
          <w:fldChar w:fldCharType="begin"/>
        </w:r>
        <w:r w:rsidR="004530F0">
          <w:rPr>
            <w:noProof/>
            <w:webHidden/>
          </w:rPr>
          <w:instrText xml:space="preserve"> PAGEREF _Toc109216869 \h </w:instrText>
        </w:r>
        <w:r w:rsidR="004530F0">
          <w:rPr>
            <w:noProof/>
            <w:webHidden/>
          </w:rPr>
        </w:r>
        <w:r w:rsidR="004530F0">
          <w:rPr>
            <w:noProof/>
            <w:webHidden/>
          </w:rPr>
          <w:fldChar w:fldCharType="separate"/>
        </w:r>
        <w:r w:rsidR="004530F0">
          <w:rPr>
            <w:noProof/>
            <w:webHidden/>
          </w:rPr>
          <w:t>3</w:t>
        </w:r>
        <w:r w:rsidR="004530F0">
          <w:rPr>
            <w:noProof/>
            <w:webHidden/>
          </w:rPr>
          <w:fldChar w:fldCharType="end"/>
        </w:r>
      </w:hyperlink>
    </w:p>
    <w:p w14:paraId="32307146" w14:textId="2AD9CC95" w:rsidR="004530F0" w:rsidRDefault="00116C57">
      <w:pPr>
        <w:pStyle w:val="Obsah1"/>
        <w:rPr>
          <w:rFonts w:eastAsiaTheme="minorEastAsia"/>
          <w:caps w:val="0"/>
          <w:noProof/>
          <w:sz w:val="22"/>
          <w:szCs w:val="22"/>
          <w:lang w:eastAsia="cs-CZ"/>
        </w:rPr>
      </w:pPr>
      <w:hyperlink w:anchor="_Toc109216870" w:history="1">
        <w:r w:rsidR="004530F0" w:rsidRPr="00103D76">
          <w:rPr>
            <w:rStyle w:val="Hypertextovodkaz"/>
          </w:rPr>
          <w:t>3.</w:t>
        </w:r>
        <w:r w:rsidR="004530F0">
          <w:rPr>
            <w:rFonts w:eastAsiaTheme="minorEastAsia"/>
            <w:caps w:val="0"/>
            <w:noProof/>
            <w:sz w:val="22"/>
            <w:szCs w:val="22"/>
            <w:lang w:eastAsia="cs-CZ"/>
          </w:rPr>
          <w:tab/>
        </w:r>
        <w:r w:rsidR="004530F0" w:rsidRPr="00103D76">
          <w:rPr>
            <w:rStyle w:val="Hypertextovodkaz"/>
          </w:rPr>
          <w:t>KOMUNIKACE MEZI ZADAVATELEM a DODAVATELEM</w:t>
        </w:r>
        <w:r w:rsidR="004530F0">
          <w:rPr>
            <w:noProof/>
            <w:webHidden/>
          </w:rPr>
          <w:tab/>
        </w:r>
        <w:r w:rsidR="004530F0">
          <w:rPr>
            <w:noProof/>
            <w:webHidden/>
          </w:rPr>
          <w:fldChar w:fldCharType="begin"/>
        </w:r>
        <w:r w:rsidR="004530F0">
          <w:rPr>
            <w:noProof/>
            <w:webHidden/>
          </w:rPr>
          <w:instrText xml:space="preserve"> PAGEREF _Toc109216870 \h </w:instrText>
        </w:r>
        <w:r w:rsidR="004530F0">
          <w:rPr>
            <w:noProof/>
            <w:webHidden/>
          </w:rPr>
        </w:r>
        <w:r w:rsidR="004530F0">
          <w:rPr>
            <w:noProof/>
            <w:webHidden/>
          </w:rPr>
          <w:fldChar w:fldCharType="separate"/>
        </w:r>
        <w:r w:rsidR="004530F0">
          <w:rPr>
            <w:noProof/>
            <w:webHidden/>
          </w:rPr>
          <w:t>4</w:t>
        </w:r>
        <w:r w:rsidR="004530F0">
          <w:rPr>
            <w:noProof/>
            <w:webHidden/>
          </w:rPr>
          <w:fldChar w:fldCharType="end"/>
        </w:r>
      </w:hyperlink>
    </w:p>
    <w:p w14:paraId="07765DAE" w14:textId="17EF8AB1" w:rsidR="004530F0" w:rsidRDefault="00116C57">
      <w:pPr>
        <w:pStyle w:val="Obsah1"/>
        <w:rPr>
          <w:rFonts w:eastAsiaTheme="minorEastAsia"/>
          <w:caps w:val="0"/>
          <w:noProof/>
          <w:sz w:val="22"/>
          <w:szCs w:val="22"/>
          <w:lang w:eastAsia="cs-CZ"/>
        </w:rPr>
      </w:pPr>
      <w:hyperlink w:anchor="_Toc109216871" w:history="1">
        <w:r w:rsidR="004530F0" w:rsidRPr="00103D76">
          <w:rPr>
            <w:rStyle w:val="Hypertextovodkaz"/>
          </w:rPr>
          <w:t>4.</w:t>
        </w:r>
        <w:r w:rsidR="004530F0">
          <w:rPr>
            <w:rFonts w:eastAsiaTheme="minorEastAsia"/>
            <w:caps w:val="0"/>
            <w:noProof/>
            <w:sz w:val="22"/>
            <w:szCs w:val="22"/>
            <w:lang w:eastAsia="cs-CZ"/>
          </w:rPr>
          <w:tab/>
        </w:r>
        <w:r w:rsidR="004530F0" w:rsidRPr="00103D76">
          <w:rPr>
            <w:rStyle w:val="Hypertextovodkaz"/>
          </w:rPr>
          <w:t>ÚČEL A PŘEDMĚT PLNĚNÍ VEŘEJNÉ ZAKÁZKY</w:t>
        </w:r>
        <w:r w:rsidR="004530F0">
          <w:rPr>
            <w:noProof/>
            <w:webHidden/>
          </w:rPr>
          <w:tab/>
        </w:r>
        <w:r w:rsidR="004530F0">
          <w:rPr>
            <w:noProof/>
            <w:webHidden/>
          </w:rPr>
          <w:fldChar w:fldCharType="begin"/>
        </w:r>
        <w:r w:rsidR="004530F0">
          <w:rPr>
            <w:noProof/>
            <w:webHidden/>
          </w:rPr>
          <w:instrText xml:space="preserve"> PAGEREF _Toc109216871 \h </w:instrText>
        </w:r>
        <w:r w:rsidR="004530F0">
          <w:rPr>
            <w:noProof/>
            <w:webHidden/>
          </w:rPr>
        </w:r>
        <w:r w:rsidR="004530F0">
          <w:rPr>
            <w:noProof/>
            <w:webHidden/>
          </w:rPr>
          <w:fldChar w:fldCharType="separate"/>
        </w:r>
        <w:r w:rsidR="004530F0">
          <w:rPr>
            <w:noProof/>
            <w:webHidden/>
          </w:rPr>
          <w:t>4</w:t>
        </w:r>
        <w:r w:rsidR="004530F0">
          <w:rPr>
            <w:noProof/>
            <w:webHidden/>
          </w:rPr>
          <w:fldChar w:fldCharType="end"/>
        </w:r>
      </w:hyperlink>
    </w:p>
    <w:p w14:paraId="62F4881E" w14:textId="6B1B081D" w:rsidR="004530F0" w:rsidRDefault="00116C57">
      <w:pPr>
        <w:pStyle w:val="Obsah1"/>
        <w:rPr>
          <w:rFonts w:eastAsiaTheme="minorEastAsia"/>
          <w:caps w:val="0"/>
          <w:noProof/>
          <w:sz w:val="22"/>
          <w:szCs w:val="22"/>
          <w:lang w:eastAsia="cs-CZ"/>
        </w:rPr>
      </w:pPr>
      <w:hyperlink w:anchor="_Toc109216872" w:history="1">
        <w:r w:rsidR="004530F0" w:rsidRPr="00103D76">
          <w:rPr>
            <w:rStyle w:val="Hypertextovodkaz"/>
          </w:rPr>
          <w:t>5.</w:t>
        </w:r>
        <w:r w:rsidR="004530F0">
          <w:rPr>
            <w:rFonts w:eastAsiaTheme="minorEastAsia"/>
            <w:caps w:val="0"/>
            <w:noProof/>
            <w:sz w:val="22"/>
            <w:szCs w:val="22"/>
            <w:lang w:eastAsia="cs-CZ"/>
          </w:rPr>
          <w:tab/>
        </w:r>
        <w:r w:rsidR="004530F0" w:rsidRPr="00103D76">
          <w:rPr>
            <w:rStyle w:val="Hypertextovodkaz"/>
          </w:rPr>
          <w:t>ZDROJE FINANCOVÁNÍ A PŘEDPOKLÁDANÁ HODNOTA VEŘEJNÉ ZAKÁZKY</w:t>
        </w:r>
        <w:r w:rsidR="004530F0">
          <w:rPr>
            <w:noProof/>
            <w:webHidden/>
          </w:rPr>
          <w:tab/>
        </w:r>
        <w:r w:rsidR="004530F0">
          <w:rPr>
            <w:noProof/>
            <w:webHidden/>
          </w:rPr>
          <w:fldChar w:fldCharType="begin"/>
        </w:r>
        <w:r w:rsidR="004530F0">
          <w:rPr>
            <w:noProof/>
            <w:webHidden/>
          </w:rPr>
          <w:instrText xml:space="preserve"> PAGEREF _Toc109216872 \h </w:instrText>
        </w:r>
        <w:r w:rsidR="004530F0">
          <w:rPr>
            <w:noProof/>
            <w:webHidden/>
          </w:rPr>
        </w:r>
        <w:r w:rsidR="004530F0">
          <w:rPr>
            <w:noProof/>
            <w:webHidden/>
          </w:rPr>
          <w:fldChar w:fldCharType="separate"/>
        </w:r>
        <w:r w:rsidR="004530F0">
          <w:rPr>
            <w:noProof/>
            <w:webHidden/>
          </w:rPr>
          <w:t>5</w:t>
        </w:r>
        <w:r w:rsidR="004530F0">
          <w:rPr>
            <w:noProof/>
            <w:webHidden/>
          </w:rPr>
          <w:fldChar w:fldCharType="end"/>
        </w:r>
      </w:hyperlink>
    </w:p>
    <w:p w14:paraId="5A16D1AC" w14:textId="21155121" w:rsidR="004530F0" w:rsidRDefault="00116C57">
      <w:pPr>
        <w:pStyle w:val="Obsah1"/>
        <w:rPr>
          <w:rFonts w:eastAsiaTheme="minorEastAsia"/>
          <w:caps w:val="0"/>
          <w:noProof/>
          <w:sz w:val="22"/>
          <w:szCs w:val="22"/>
          <w:lang w:eastAsia="cs-CZ"/>
        </w:rPr>
      </w:pPr>
      <w:hyperlink w:anchor="_Toc109216873" w:history="1">
        <w:r w:rsidR="004530F0" w:rsidRPr="00103D76">
          <w:rPr>
            <w:rStyle w:val="Hypertextovodkaz"/>
          </w:rPr>
          <w:t>6.</w:t>
        </w:r>
        <w:r w:rsidR="004530F0">
          <w:rPr>
            <w:rFonts w:eastAsiaTheme="minorEastAsia"/>
            <w:caps w:val="0"/>
            <w:noProof/>
            <w:sz w:val="22"/>
            <w:szCs w:val="22"/>
            <w:lang w:eastAsia="cs-CZ"/>
          </w:rPr>
          <w:tab/>
        </w:r>
        <w:r w:rsidR="004530F0" w:rsidRPr="00103D76">
          <w:rPr>
            <w:rStyle w:val="Hypertextovodkaz"/>
          </w:rPr>
          <w:t>OBSAH ZADÁVACÍ DOKUMENTACE</w:t>
        </w:r>
        <w:r w:rsidR="004530F0">
          <w:rPr>
            <w:noProof/>
            <w:webHidden/>
          </w:rPr>
          <w:tab/>
        </w:r>
        <w:r w:rsidR="004530F0">
          <w:rPr>
            <w:noProof/>
            <w:webHidden/>
          </w:rPr>
          <w:fldChar w:fldCharType="begin"/>
        </w:r>
        <w:r w:rsidR="004530F0">
          <w:rPr>
            <w:noProof/>
            <w:webHidden/>
          </w:rPr>
          <w:instrText xml:space="preserve"> PAGEREF _Toc109216873 \h </w:instrText>
        </w:r>
        <w:r w:rsidR="004530F0">
          <w:rPr>
            <w:noProof/>
            <w:webHidden/>
          </w:rPr>
        </w:r>
        <w:r w:rsidR="004530F0">
          <w:rPr>
            <w:noProof/>
            <w:webHidden/>
          </w:rPr>
          <w:fldChar w:fldCharType="separate"/>
        </w:r>
        <w:r w:rsidR="004530F0">
          <w:rPr>
            <w:noProof/>
            <w:webHidden/>
          </w:rPr>
          <w:t>5</w:t>
        </w:r>
        <w:r w:rsidR="004530F0">
          <w:rPr>
            <w:noProof/>
            <w:webHidden/>
          </w:rPr>
          <w:fldChar w:fldCharType="end"/>
        </w:r>
      </w:hyperlink>
    </w:p>
    <w:p w14:paraId="3876871B" w14:textId="409C0B40" w:rsidR="004530F0" w:rsidRDefault="00116C57">
      <w:pPr>
        <w:pStyle w:val="Obsah1"/>
        <w:rPr>
          <w:rFonts w:eastAsiaTheme="minorEastAsia"/>
          <w:caps w:val="0"/>
          <w:noProof/>
          <w:sz w:val="22"/>
          <w:szCs w:val="22"/>
          <w:lang w:eastAsia="cs-CZ"/>
        </w:rPr>
      </w:pPr>
      <w:hyperlink w:anchor="_Toc109216874" w:history="1">
        <w:r w:rsidR="004530F0" w:rsidRPr="00103D76">
          <w:rPr>
            <w:rStyle w:val="Hypertextovodkaz"/>
          </w:rPr>
          <w:t>7.</w:t>
        </w:r>
        <w:r w:rsidR="004530F0">
          <w:rPr>
            <w:rFonts w:eastAsiaTheme="minorEastAsia"/>
            <w:caps w:val="0"/>
            <w:noProof/>
            <w:sz w:val="22"/>
            <w:szCs w:val="22"/>
            <w:lang w:eastAsia="cs-CZ"/>
          </w:rPr>
          <w:tab/>
        </w:r>
        <w:r w:rsidR="004530F0" w:rsidRPr="00103D76">
          <w:rPr>
            <w:rStyle w:val="Hypertextovodkaz"/>
          </w:rPr>
          <w:t>VYSVĚTLENÍ, ZMĚNY A DOPLNĚNÍ ZADÁVACÍ DOKUMENTACE</w:t>
        </w:r>
        <w:r w:rsidR="004530F0">
          <w:rPr>
            <w:noProof/>
            <w:webHidden/>
          </w:rPr>
          <w:tab/>
        </w:r>
        <w:r w:rsidR="004530F0">
          <w:rPr>
            <w:noProof/>
            <w:webHidden/>
          </w:rPr>
          <w:fldChar w:fldCharType="begin"/>
        </w:r>
        <w:r w:rsidR="004530F0">
          <w:rPr>
            <w:noProof/>
            <w:webHidden/>
          </w:rPr>
          <w:instrText xml:space="preserve"> PAGEREF _Toc109216874 \h </w:instrText>
        </w:r>
        <w:r w:rsidR="004530F0">
          <w:rPr>
            <w:noProof/>
            <w:webHidden/>
          </w:rPr>
        </w:r>
        <w:r w:rsidR="004530F0">
          <w:rPr>
            <w:noProof/>
            <w:webHidden/>
          </w:rPr>
          <w:fldChar w:fldCharType="separate"/>
        </w:r>
        <w:r w:rsidR="004530F0">
          <w:rPr>
            <w:noProof/>
            <w:webHidden/>
          </w:rPr>
          <w:t>5</w:t>
        </w:r>
        <w:r w:rsidR="004530F0">
          <w:rPr>
            <w:noProof/>
            <w:webHidden/>
          </w:rPr>
          <w:fldChar w:fldCharType="end"/>
        </w:r>
      </w:hyperlink>
    </w:p>
    <w:p w14:paraId="3629E58F" w14:textId="0F72C932" w:rsidR="004530F0" w:rsidRDefault="00116C57">
      <w:pPr>
        <w:pStyle w:val="Obsah1"/>
        <w:rPr>
          <w:rFonts w:eastAsiaTheme="minorEastAsia"/>
          <w:caps w:val="0"/>
          <w:noProof/>
          <w:sz w:val="22"/>
          <w:szCs w:val="22"/>
          <w:lang w:eastAsia="cs-CZ"/>
        </w:rPr>
      </w:pPr>
      <w:hyperlink w:anchor="_Toc109216875" w:history="1">
        <w:r w:rsidR="004530F0" w:rsidRPr="00103D76">
          <w:rPr>
            <w:rStyle w:val="Hypertextovodkaz"/>
          </w:rPr>
          <w:t>8.</w:t>
        </w:r>
        <w:r w:rsidR="004530F0">
          <w:rPr>
            <w:rFonts w:eastAsiaTheme="minorEastAsia"/>
            <w:caps w:val="0"/>
            <w:noProof/>
            <w:sz w:val="22"/>
            <w:szCs w:val="22"/>
            <w:lang w:eastAsia="cs-CZ"/>
          </w:rPr>
          <w:tab/>
        </w:r>
        <w:r w:rsidR="004530F0" w:rsidRPr="00103D76">
          <w:rPr>
            <w:rStyle w:val="Hypertextovodkaz"/>
          </w:rPr>
          <w:t>POŽADAVKY ZADAVATELE NA KVALIFIKACI</w:t>
        </w:r>
        <w:r w:rsidR="004530F0">
          <w:rPr>
            <w:noProof/>
            <w:webHidden/>
          </w:rPr>
          <w:tab/>
        </w:r>
        <w:r w:rsidR="004530F0">
          <w:rPr>
            <w:noProof/>
            <w:webHidden/>
          </w:rPr>
          <w:fldChar w:fldCharType="begin"/>
        </w:r>
        <w:r w:rsidR="004530F0">
          <w:rPr>
            <w:noProof/>
            <w:webHidden/>
          </w:rPr>
          <w:instrText xml:space="preserve"> PAGEREF _Toc109216875 \h </w:instrText>
        </w:r>
        <w:r w:rsidR="004530F0">
          <w:rPr>
            <w:noProof/>
            <w:webHidden/>
          </w:rPr>
        </w:r>
        <w:r w:rsidR="004530F0">
          <w:rPr>
            <w:noProof/>
            <w:webHidden/>
          </w:rPr>
          <w:fldChar w:fldCharType="separate"/>
        </w:r>
        <w:r w:rsidR="004530F0">
          <w:rPr>
            <w:noProof/>
            <w:webHidden/>
          </w:rPr>
          <w:t>6</w:t>
        </w:r>
        <w:r w:rsidR="004530F0">
          <w:rPr>
            <w:noProof/>
            <w:webHidden/>
          </w:rPr>
          <w:fldChar w:fldCharType="end"/>
        </w:r>
      </w:hyperlink>
    </w:p>
    <w:p w14:paraId="0058751F" w14:textId="22FEF6CB" w:rsidR="004530F0" w:rsidRDefault="00116C57">
      <w:pPr>
        <w:pStyle w:val="Obsah1"/>
        <w:rPr>
          <w:rFonts w:eastAsiaTheme="minorEastAsia"/>
          <w:caps w:val="0"/>
          <w:noProof/>
          <w:sz w:val="22"/>
          <w:szCs w:val="22"/>
          <w:lang w:eastAsia="cs-CZ"/>
        </w:rPr>
      </w:pPr>
      <w:hyperlink w:anchor="_Toc109216876" w:history="1">
        <w:r w:rsidR="004530F0" w:rsidRPr="00103D76">
          <w:rPr>
            <w:rStyle w:val="Hypertextovodkaz"/>
          </w:rPr>
          <w:t>9.</w:t>
        </w:r>
        <w:r w:rsidR="004530F0">
          <w:rPr>
            <w:rFonts w:eastAsiaTheme="minorEastAsia"/>
            <w:caps w:val="0"/>
            <w:noProof/>
            <w:sz w:val="22"/>
            <w:szCs w:val="22"/>
            <w:lang w:eastAsia="cs-CZ"/>
          </w:rPr>
          <w:tab/>
        </w:r>
        <w:r w:rsidR="004530F0" w:rsidRPr="00103D76">
          <w:rPr>
            <w:rStyle w:val="Hypertextovodkaz"/>
          </w:rPr>
          <w:t>DALŠÍ INFORMACE/DOKUMENTY PŘEDKLÁDANÉ DODAVATELEM V NABÍDCE</w:t>
        </w:r>
        <w:r w:rsidR="004530F0">
          <w:rPr>
            <w:noProof/>
            <w:webHidden/>
          </w:rPr>
          <w:tab/>
        </w:r>
        <w:r w:rsidR="004530F0">
          <w:rPr>
            <w:noProof/>
            <w:webHidden/>
          </w:rPr>
          <w:fldChar w:fldCharType="begin"/>
        </w:r>
        <w:r w:rsidR="004530F0">
          <w:rPr>
            <w:noProof/>
            <w:webHidden/>
          </w:rPr>
          <w:instrText xml:space="preserve"> PAGEREF _Toc109216876 \h </w:instrText>
        </w:r>
        <w:r w:rsidR="004530F0">
          <w:rPr>
            <w:noProof/>
            <w:webHidden/>
          </w:rPr>
        </w:r>
        <w:r w:rsidR="004530F0">
          <w:rPr>
            <w:noProof/>
            <w:webHidden/>
          </w:rPr>
          <w:fldChar w:fldCharType="separate"/>
        </w:r>
        <w:r w:rsidR="004530F0">
          <w:rPr>
            <w:noProof/>
            <w:webHidden/>
          </w:rPr>
          <w:t>15</w:t>
        </w:r>
        <w:r w:rsidR="004530F0">
          <w:rPr>
            <w:noProof/>
            <w:webHidden/>
          </w:rPr>
          <w:fldChar w:fldCharType="end"/>
        </w:r>
      </w:hyperlink>
    </w:p>
    <w:p w14:paraId="5C91D564" w14:textId="2377AF50" w:rsidR="004530F0" w:rsidRDefault="00116C57">
      <w:pPr>
        <w:pStyle w:val="Obsah1"/>
        <w:rPr>
          <w:rFonts w:eastAsiaTheme="minorEastAsia"/>
          <w:caps w:val="0"/>
          <w:noProof/>
          <w:sz w:val="22"/>
          <w:szCs w:val="22"/>
          <w:lang w:eastAsia="cs-CZ"/>
        </w:rPr>
      </w:pPr>
      <w:hyperlink w:anchor="_Toc109216877" w:history="1">
        <w:r w:rsidR="004530F0" w:rsidRPr="00103D76">
          <w:rPr>
            <w:rStyle w:val="Hypertextovodkaz"/>
          </w:rPr>
          <w:t>10.</w:t>
        </w:r>
        <w:r w:rsidR="004530F0">
          <w:rPr>
            <w:rFonts w:eastAsiaTheme="minorEastAsia"/>
            <w:caps w:val="0"/>
            <w:noProof/>
            <w:sz w:val="22"/>
            <w:szCs w:val="22"/>
            <w:lang w:eastAsia="cs-CZ"/>
          </w:rPr>
          <w:tab/>
        </w:r>
        <w:r w:rsidR="004530F0" w:rsidRPr="00103D76">
          <w:rPr>
            <w:rStyle w:val="Hypertextovodkaz"/>
          </w:rPr>
          <w:t>PROHLÍDKA MÍSTA PLNĚNÍ (STAVENIŠTĚ)</w:t>
        </w:r>
        <w:r w:rsidR="004530F0">
          <w:rPr>
            <w:noProof/>
            <w:webHidden/>
          </w:rPr>
          <w:tab/>
        </w:r>
        <w:r w:rsidR="004530F0">
          <w:rPr>
            <w:noProof/>
            <w:webHidden/>
          </w:rPr>
          <w:fldChar w:fldCharType="begin"/>
        </w:r>
        <w:r w:rsidR="004530F0">
          <w:rPr>
            <w:noProof/>
            <w:webHidden/>
          </w:rPr>
          <w:instrText xml:space="preserve"> PAGEREF _Toc109216877 \h </w:instrText>
        </w:r>
        <w:r w:rsidR="004530F0">
          <w:rPr>
            <w:noProof/>
            <w:webHidden/>
          </w:rPr>
        </w:r>
        <w:r w:rsidR="004530F0">
          <w:rPr>
            <w:noProof/>
            <w:webHidden/>
          </w:rPr>
          <w:fldChar w:fldCharType="separate"/>
        </w:r>
        <w:r w:rsidR="004530F0">
          <w:rPr>
            <w:noProof/>
            <w:webHidden/>
          </w:rPr>
          <w:t>18</w:t>
        </w:r>
        <w:r w:rsidR="004530F0">
          <w:rPr>
            <w:noProof/>
            <w:webHidden/>
          </w:rPr>
          <w:fldChar w:fldCharType="end"/>
        </w:r>
      </w:hyperlink>
    </w:p>
    <w:p w14:paraId="61B440D5" w14:textId="475EC102" w:rsidR="004530F0" w:rsidRDefault="00116C57">
      <w:pPr>
        <w:pStyle w:val="Obsah1"/>
        <w:rPr>
          <w:rFonts w:eastAsiaTheme="minorEastAsia"/>
          <w:caps w:val="0"/>
          <w:noProof/>
          <w:sz w:val="22"/>
          <w:szCs w:val="22"/>
          <w:lang w:eastAsia="cs-CZ"/>
        </w:rPr>
      </w:pPr>
      <w:hyperlink w:anchor="_Toc109216878" w:history="1">
        <w:r w:rsidR="004530F0" w:rsidRPr="00103D76">
          <w:rPr>
            <w:rStyle w:val="Hypertextovodkaz"/>
          </w:rPr>
          <w:t>11.</w:t>
        </w:r>
        <w:r w:rsidR="004530F0">
          <w:rPr>
            <w:rFonts w:eastAsiaTheme="minorEastAsia"/>
            <w:caps w:val="0"/>
            <w:noProof/>
            <w:sz w:val="22"/>
            <w:szCs w:val="22"/>
            <w:lang w:eastAsia="cs-CZ"/>
          </w:rPr>
          <w:tab/>
        </w:r>
        <w:r w:rsidR="004530F0" w:rsidRPr="00103D76">
          <w:rPr>
            <w:rStyle w:val="Hypertextovodkaz"/>
          </w:rPr>
          <w:t>JAZYK NABÍDEK A KOMUNIKAČNÍ JAZYK</w:t>
        </w:r>
        <w:r w:rsidR="004530F0">
          <w:rPr>
            <w:noProof/>
            <w:webHidden/>
          </w:rPr>
          <w:tab/>
        </w:r>
        <w:r w:rsidR="004530F0">
          <w:rPr>
            <w:noProof/>
            <w:webHidden/>
          </w:rPr>
          <w:fldChar w:fldCharType="begin"/>
        </w:r>
        <w:r w:rsidR="004530F0">
          <w:rPr>
            <w:noProof/>
            <w:webHidden/>
          </w:rPr>
          <w:instrText xml:space="preserve"> PAGEREF _Toc109216878 \h </w:instrText>
        </w:r>
        <w:r w:rsidR="004530F0">
          <w:rPr>
            <w:noProof/>
            <w:webHidden/>
          </w:rPr>
        </w:r>
        <w:r w:rsidR="004530F0">
          <w:rPr>
            <w:noProof/>
            <w:webHidden/>
          </w:rPr>
          <w:fldChar w:fldCharType="separate"/>
        </w:r>
        <w:r w:rsidR="004530F0">
          <w:rPr>
            <w:noProof/>
            <w:webHidden/>
          </w:rPr>
          <w:t>18</w:t>
        </w:r>
        <w:r w:rsidR="004530F0">
          <w:rPr>
            <w:noProof/>
            <w:webHidden/>
          </w:rPr>
          <w:fldChar w:fldCharType="end"/>
        </w:r>
      </w:hyperlink>
    </w:p>
    <w:p w14:paraId="5B281BFF" w14:textId="4131596B" w:rsidR="004530F0" w:rsidRDefault="00116C57">
      <w:pPr>
        <w:pStyle w:val="Obsah1"/>
        <w:rPr>
          <w:rFonts w:eastAsiaTheme="minorEastAsia"/>
          <w:caps w:val="0"/>
          <w:noProof/>
          <w:sz w:val="22"/>
          <w:szCs w:val="22"/>
          <w:lang w:eastAsia="cs-CZ"/>
        </w:rPr>
      </w:pPr>
      <w:hyperlink w:anchor="_Toc109216879" w:history="1">
        <w:r w:rsidR="004530F0" w:rsidRPr="00103D76">
          <w:rPr>
            <w:rStyle w:val="Hypertextovodkaz"/>
          </w:rPr>
          <w:t>12.</w:t>
        </w:r>
        <w:r w:rsidR="004530F0">
          <w:rPr>
            <w:rFonts w:eastAsiaTheme="minorEastAsia"/>
            <w:caps w:val="0"/>
            <w:noProof/>
            <w:sz w:val="22"/>
            <w:szCs w:val="22"/>
            <w:lang w:eastAsia="cs-CZ"/>
          </w:rPr>
          <w:tab/>
        </w:r>
        <w:r w:rsidR="004530F0" w:rsidRPr="00103D76">
          <w:rPr>
            <w:rStyle w:val="Hypertextovodkaz"/>
          </w:rPr>
          <w:t>OBSAH A PODÁVÁNÍ NABÍDEK</w:t>
        </w:r>
        <w:r w:rsidR="004530F0">
          <w:rPr>
            <w:noProof/>
            <w:webHidden/>
          </w:rPr>
          <w:tab/>
        </w:r>
        <w:r w:rsidR="004530F0">
          <w:rPr>
            <w:noProof/>
            <w:webHidden/>
          </w:rPr>
          <w:fldChar w:fldCharType="begin"/>
        </w:r>
        <w:r w:rsidR="004530F0">
          <w:rPr>
            <w:noProof/>
            <w:webHidden/>
          </w:rPr>
          <w:instrText xml:space="preserve"> PAGEREF _Toc109216879 \h </w:instrText>
        </w:r>
        <w:r w:rsidR="004530F0">
          <w:rPr>
            <w:noProof/>
            <w:webHidden/>
          </w:rPr>
        </w:r>
        <w:r w:rsidR="004530F0">
          <w:rPr>
            <w:noProof/>
            <w:webHidden/>
          </w:rPr>
          <w:fldChar w:fldCharType="separate"/>
        </w:r>
        <w:r w:rsidR="004530F0">
          <w:rPr>
            <w:noProof/>
            <w:webHidden/>
          </w:rPr>
          <w:t>18</w:t>
        </w:r>
        <w:r w:rsidR="004530F0">
          <w:rPr>
            <w:noProof/>
            <w:webHidden/>
          </w:rPr>
          <w:fldChar w:fldCharType="end"/>
        </w:r>
      </w:hyperlink>
    </w:p>
    <w:p w14:paraId="2CC6DFB4" w14:textId="74D5F4D1" w:rsidR="004530F0" w:rsidRDefault="00116C57">
      <w:pPr>
        <w:pStyle w:val="Obsah1"/>
        <w:rPr>
          <w:rFonts w:eastAsiaTheme="minorEastAsia"/>
          <w:caps w:val="0"/>
          <w:noProof/>
          <w:sz w:val="22"/>
          <w:szCs w:val="22"/>
          <w:lang w:eastAsia="cs-CZ"/>
        </w:rPr>
      </w:pPr>
      <w:hyperlink w:anchor="_Toc109216880" w:history="1">
        <w:r w:rsidR="004530F0" w:rsidRPr="00103D76">
          <w:rPr>
            <w:rStyle w:val="Hypertextovodkaz"/>
          </w:rPr>
          <w:t>13.</w:t>
        </w:r>
        <w:r w:rsidR="004530F0">
          <w:rPr>
            <w:rFonts w:eastAsiaTheme="minorEastAsia"/>
            <w:caps w:val="0"/>
            <w:noProof/>
            <w:sz w:val="22"/>
            <w:szCs w:val="22"/>
            <w:lang w:eastAsia="cs-CZ"/>
          </w:rPr>
          <w:tab/>
        </w:r>
        <w:r w:rsidR="004530F0" w:rsidRPr="00103D76">
          <w:rPr>
            <w:rStyle w:val="Hypertextovodkaz"/>
          </w:rPr>
          <w:t>POŽADAVKY NA ZPRACOVÁNÍ NABÍDKOVÉ CENY</w:t>
        </w:r>
        <w:r w:rsidR="004530F0">
          <w:rPr>
            <w:noProof/>
            <w:webHidden/>
          </w:rPr>
          <w:tab/>
        </w:r>
        <w:r w:rsidR="004530F0">
          <w:rPr>
            <w:noProof/>
            <w:webHidden/>
          </w:rPr>
          <w:fldChar w:fldCharType="begin"/>
        </w:r>
        <w:r w:rsidR="004530F0">
          <w:rPr>
            <w:noProof/>
            <w:webHidden/>
          </w:rPr>
          <w:instrText xml:space="preserve"> PAGEREF _Toc109216880 \h </w:instrText>
        </w:r>
        <w:r w:rsidR="004530F0">
          <w:rPr>
            <w:noProof/>
            <w:webHidden/>
          </w:rPr>
        </w:r>
        <w:r w:rsidR="004530F0">
          <w:rPr>
            <w:noProof/>
            <w:webHidden/>
          </w:rPr>
          <w:fldChar w:fldCharType="separate"/>
        </w:r>
        <w:r w:rsidR="004530F0">
          <w:rPr>
            <w:noProof/>
            <w:webHidden/>
          </w:rPr>
          <w:t>20</w:t>
        </w:r>
        <w:r w:rsidR="004530F0">
          <w:rPr>
            <w:noProof/>
            <w:webHidden/>
          </w:rPr>
          <w:fldChar w:fldCharType="end"/>
        </w:r>
      </w:hyperlink>
    </w:p>
    <w:p w14:paraId="6480BC9A" w14:textId="164EF094" w:rsidR="004530F0" w:rsidRDefault="00116C57">
      <w:pPr>
        <w:pStyle w:val="Obsah1"/>
        <w:rPr>
          <w:rFonts w:eastAsiaTheme="minorEastAsia"/>
          <w:caps w:val="0"/>
          <w:noProof/>
          <w:sz w:val="22"/>
          <w:szCs w:val="22"/>
          <w:lang w:eastAsia="cs-CZ"/>
        </w:rPr>
      </w:pPr>
      <w:hyperlink w:anchor="_Toc109216881" w:history="1">
        <w:r w:rsidR="004530F0" w:rsidRPr="00103D76">
          <w:rPr>
            <w:rStyle w:val="Hypertextovodkaz"/>
          </w:rPr>
          <w:t>14.</w:t>
        </w:r>
        <w:r w:rsidR="004530F0">
          <w:rPr>
            <w:rFonts w:eastAsiaTheme="minorEastAsia"/>
            <w:caps w:val="0"/>
            <w:noProof/>
            <w:sz w:val="22"/>
            <w:szCs w:val="22"/>
            <w:lang w:eastAsia="cs-CZ"/>
          </w:rPr>
          <w:tab/>
        </w:r>
        <w:r w:rsidR="004530F0" w:rsidRPr="00103D76">
          <w:rPr>
            <w:rStyle w:val="Hypertextovodkaz"/>
          </w:rPr>
          <w:t>VARIANTY NABÍDKY A VÝHRADA ZMĚNY DODAVATELE</w:t>
        </w:r>
        <w:r w:rsidR="004530F0">
          <w:rPr>
            <w:noProof/>
            <w:webHidden/>
          </w:rPr>
          <w:tab/>
        </w:r>
        <w:r w:rsidR="004530F0">
          <w:rPr>
            <w:noProof/>
            <w:webHidden/>
          </w:rPr>
          <w:fldChar w:fldCharType="begin"/>
        </w:r>
        <w:r w:rsidR="004530F0">
          <w:rPr>
            <w:noProof/>
            <w:webHidden/>
          </w:rPr>
          <w:instrText xml:space="preserve"> PAGEREF _Toc109216881 \h </w:instrText>
        </w:r>
        <w:r w:rsidR="004530F0">
          <w:rPr>
            <w:noProof/>
            <w:webHidden/>
          </w:rPr>
        </w:r>
        <w:r w:rsidR="004530F0">
          <w:rPr>
            <w:noProof/>
            <w:webHidden/>
          </w:rPr>
          <w:fldChar w:fldCharType="separate"/>
        </w:r>
        <w:r w:rsidR="004530F0">
          <w:rPr>
            <w:noProof/>
            <w:webHidden/>
          </w:rPr>
          <w:t>21</w:t>
        </w:r>
        <w:r w:rsidR="004530F0">
          <w:rPr>
            <w:noProof/>
            <w:webHidden/>
          </w:rPr>
          <w:fldChar w:fldCharType="end"/>
        </w:r>
      </w:hyperlink>
    </w:p>
    <w:p w14:paraId="39D05356" w14:textId="35485448" w:rsidR="004530F0" w:rsidRDefault="00116C57">
      <w:pPr>
        <w:pStyle w:val="Obsah1"/>
        <w:rPr>
          <w:rFonts w:eastAsiaTheme="minorEastAsia"/>
          <w:caps w:val="0"/>
          <w:noProof/>
          <w:sz w:val="22"/>
          <w:szCs w:val="22"/>
          <w:lang w:eastAsia="cs-CZ"/>
        </w:rPr>
      </w:pPr>
      <w:hyperlink w:anchor="_Toc109216882" w:history="1">
        <w:r w:rsidR="004530F0" w:rsidRPr="00103D76">
          <w:rPr>
            <w:rStyle w:val="Hypertextovodkaz"/>
          </w:rPr>
          <w:t>15.</w:t>
        </w:r>
        <w:r w:rsidR="004530F0">
          <w:rPr>
            <w:rFonts w:eastAsiaTheme="minorEastAsia"/>
            <w:caps w:val="0"/>
            <w:noProof/>
            <w:sz w:val="22"/>
            <w:szCs w:val="22"/>
            <w:lang w:eastAsia="cs-CZ"/>
          </w:rPr>
          <w:tab/>
        </w:r>
        <w:r w:rsidR="004530F0" w:rsidRPr="00103D76">
          <w:rPr>
            <w:rStyle w:val="Hypertextovodkaz"/>
          </w:rPr>
          <w:t>OTEVÍRÁNÍ NABÍDEK</w:t>
        </w:r>
        <w:r w:rsidR="004530F0">
          <w:rPr>
            <w:noProof/>
            <w:webHidden/>
          </w:rPr>
          <w:tab/>
        </w:r>
        <w:r w:rsidR="004530F0">
          <w:rPr>
            <w:noProof/>
            <w:webHidden/>
          </w:rPr>
          <w:fldChar w:fldCharType="begin"/>
        </w:r>
        <w:r w:rsidR="004530F0">
          <w:rPr>
            <w:noProof/>
            <w:webHidden/>
          </w:rPr>
          <w:instrText xml:space="preserve"> PAGEREF _Toc109216882 \h </w:instrText>
        </w:r>
        <w:r w:rsidR="004530F0">
          <w:rPr>
            <w:noProof/>
            <w:webHidden/>
          </w:rPr>
        </w:r>
        <w:r w:rsidR="004530F0">
          <w:rPr>
            <w:noProof/>
            <w:webHidden/>
          </w:rPr>
          <w:fldChar w:fldCharType="separate"/>
        </w:r>
        <w:r w:rsidR="004530F0">
          <w:rPr>
            <w:noProof/>
            <w:webHidden/>
          </w:rPr>
          <w:t>21</w:t>
        </w:r>
        <w:r w:rsidR="004530F0">
          <w:rPr>
            <w:noProof/>
            <w:webHidden/>
          </w:rPr>
          <w:fldChar w:fldCharType="end"/>
        </w:r>
      </w:hyperlink>
    </w:p>
    <w:p w14:paraId="0819D998" w14:textId="5BE2DEA9" w:rsidR="004530F0" w:rsidRDefault="00116C57">
      <w:pPr>
        <w:pStyle w:val="Obsah1"/>
        <w:rPr>
          <w:rFonts w:eastAsiaTheme="minorEastAsia"/>
          <w:caps w:val="0"/>
          <w:noProof/>
          <w:sz w:val="22"/>
          <w:szCs w:val="22"/>
          <w:lang w:eastAsia="cs-CZ"/>
        </w:rPr>
      </w:pPr>
      <w:hyperlink w:anchor="_Toc109216883" w:history="1">
        <w:r w:rsidR="004530F0" w:rsidRPr="00103D76">
          <w:rPr>
            <w:rStyle w:val="Hypertextovodkaz"/>
          </w:rPr>
          <w:t>16.</w:t>
        </w:r>
        <w:r w:rsidR="004530F0">
          <w:rPr>
            <w:rFonts w:eastAsiaTheme="minorEastAsia"/>
            <w:caps w:val="0"/>
            <w:noProof/>
            <w:sz w:val="22"/>
            <w:szCs w:val="22"/>
            <w:lang w:eastAsia="cs-CZ"/>
          </w:rPr>
          <w:tab/>
        </w:r>
        <w:r w:rsidR="004530F0" w:rsidRPr="00103D76">
          <w:rPr>
            <w:rStyle w:val="Hypertextovodkaz"/>
          </w:rPr>
          <w:t>POSOUZENÍ SPLNĚNÍ PODMÍNEK ÚČASTI</w:t>
        </w:r>
        <w:r w:rsidR="004530F0">
          <w:rPr>
            <w:noProof/>
            <w:webHidden/>
          </w:rPr>
          <w:tab/>
        </w:r>
        <w:r w:rsidR="004530F0">
          <w:rPr>
            <w:noProof/>
            <w:webHidden/>
          </w:rPr>
          <w:fldChar w:fldCharType="begin"/>
        </w:r>
        <w:r w:rsidR="004530F0">
          <w:rPr>
            <w:noProof/>
            <w:webHidden/>
          </w:rPr>
          <w:instrText xml:space="preserve"> PAGEREF _Toc109216883 \h </w:instrText>
        </w:r>
        <w:r w:rsidR="004530F0">
          <w:rPr>
            <w:noProof/>
            <w:webHidden/>
          </w:rPr>
        </w:r>
        <w:r w:rsidR="004530F0">
          <w:rPr>
            <w:noProof/>
            <w:webHidden/>
          </w:rPr>
          <w:fldChar w:fldCharType="separate"/>
        </w:r>
        <w:r w:rsidR="004530F0">
          <w:rPr>
            <w:noProof/>
            <w:webHidden/>
          </w:rPr>
          <w:t>21</w:t>
        </w:r>
        <w:r w:rsidR="004530F0">
          <w:rPr>
            <w:noProof/>
            <w:webHidden/>
          </w:rPr>
          <w:fldChar w:fldCharType="end"/>
        </w:r>
      </w:hyperlink>
    </w:p>
    <w:p w14:paraId="62BD5D68" w14:textId="6C60BF87" w:rsidR="004530F0" w:rsidRDefault="00116C57">
      <w:pPr>
        <w:pStyle w:val="Obsah1"/>
        <w:rPr>
          <w:rFonts w:eastAsiaTheme="minorEastAsia"/>
          <w:caps w:val="0"/>
          <w:noProof/>
          <w:sz w:val="22"/>
          <w:szCs w:val="22"/>
          <w:lang w:eastAsia="cs-CZ"/>
        </w:rPr>
      </w:pPr>
      <w:hyperlink w:anchor="_Toc109216884" w:history="1">
        <w:r w:rsidR="004530F0" w:rsidRPr="00103D76">
          <w:rPr>
            <w:rStyle w:val="Hypertextovodkaz"/>
          </w:rPr>
          <w:t>17.</w:t>
        </w:r>
        <w:r w:rsidR="004530F0">
          <w:rPr>
            <w:rFonts w:eastAsiaTheme="minorEastAsia"/>
            <w:caps w:val="0"/>
            <w:noProof/>
            <w:sz w:val="22"/>
            <w:szCs w:val="22"/>
            <w:lang w:eastAsia="cs-CZ"/>
          </w:rPr>
          <w:tab/>
        </w:r>
        <w:r w:rsidR="004530F0" w:rsidRPr="00103D76">
          <w:rPr>
            <w:rStyle w:val="Hypertextovodkaz"/>
          </w:rPr>
          <w:t>HODNOCENÍ NABÍDEK</w:t>
        </w:r>
        <w:r w:rsidR="004530F0">
          <w:rPr>
            <w:noProof/>
            <w:webHidden/>
          </w:rPr>
          <w:tab/>
        </w:r>
        <w:r w:rsidR="004530F0">
          <w:rPr>
            <w:noProof/>
            <w:webHidden/>
          </w:rPr>
          <w:fldChar w:fldCharType="begin"/>
        </w:r>
        <w:r w:rsidR="004530F0">
          <w:rPr>
            <w:noProof/>
            <w:webHidden/>
          </w:rPr>
          <w:instrText xml:space="preserve"> PAGEREF _Toc109216884 \h </w:instrText>
        </w:r>
        <w:r w:rsidR="004530F0">
          <w:rPr>
            <w:noProof/>
            <w:webHidden/>
          </w:rPr>
        </w:r>
        <w:r w:rsidR="004530F0">
          <w:rPr>
            <w:noProof/>
            <w:webHidden/>
          </w:rPr>
          <w:fldChar w:fldCharType="separate"/>
        </w:r>
        <w:r w:rsidR="004530F0">
          <w:rPr>
            <w:noProof/>
            <w:webHidden/>
          </w:rPr>
          <w:t>23</w:t>
        </w:r>
        <w:r w:rsidR="004530F0">
          <w:rPr>
            <w:noProof/>
            <w:webHidden/>
          </w:rPr>
          <w:fldChar w:fldCharType="end"/>
        </w:r>
      </w:hyperlink>
    </w:p>
    <w:p w14:paraId="15B539AC" w14:textId="47AD215B" w:rsidR="004530F0" w:rsidRDefault="00116C57">
      <w:pPr>
        <w:pStyle w:val="Obsah1"/>
        <w:rPr>
          <w:rFonts w:eastAsiaTheme="minorEastAsia"/>
          <w:caps w:val="0"/>
          <w:noProof/>
          <w:sz w:val="22"/>
          <w:szCs w:val="22"/>
          <w:lang w:eastAsia="cs-CZ"/>
        </w:rPr>
      </w:pPr>
      <w:hyperlink w:anchor="_Toc109216885" w:history="1">
        <w:r w:rsidR="004530F0" w:rsidRPr="00103D76">
          <w:rPr>
            <w:rStyle w:val="Hypertextovodkaz"/>
          </w:rPr>
          <w:t>18.</w:t>
        </w:r>
        <w:r w:rsidR="004530F0">
          <w:rPr>
            <w:rFonts w:eastAsiaTheme="minorEastAsia"/>
            <w:caps w:val="0"/>
            <w:noProof/>
            <w:sz w:val="22"/>
            <w:szCs w:val="22"/>
            <w:lang w:eastAsia="cs-CZ"/>
          </w:rPr>
          <w:tab/>
        </w:r>
        <w:r w:rsidR="004530F0" w:rsidRPr="00103D76">
          <w:rPr>
            <w:rStyle w:val="Hypertextovodkaz"/>
          </w:rPr>
          <w:t>ZRUŠENÍ VÝBĚROVÉHO ŘÍZENÍ</w:t>
        </w:r>
        <w:r w:rsidR="004530F0">
          <w:rPr>
            <w:noProof/>
            <w:webHidden/>
          </w:rPr>
          <w:tab/>
        </w:r>
        <w:r w:rsidR="004530F0">
          <w:rPr>
            <w:noProof/>
            <w:webHidden/>
          </w:rPr>
          <w:fldChar w:fldCharType="begin"/>
        </w:r>
        <w:r w:rsidR="004530F0">
          <w:rPr>
            <w:noProof/>
            <w:webHidden/>
          </w:rPr>
          <w:instrText xml:space="preserve"> PAGEREF _Toc109216885 \h </w:instrText>
        </w:r>
        <w:r w:rsidR="004530F0">
          <w:rPr>
            <w:noProof/>
            <w:webHidden/>
          </w:rPr>
        </w:r>
        <w:r w:rsidR="004530F0">
          <w:rPr>
            <w:noProof/>
            <w:webHidden/>
          </w:rPr>
          <w:fldChar w:fldCharType="separate"/>
        </w:r>
        <w:r w:rsidR="004530F0">
          <w:rPr>
            <w:noProof/>
            <w:webHidden/>
          </w:rPr>
          <w:t>23</w:t>
        </w:r>
        <w:r w:rsidR="004530F0">
          <w:rPr>
            <w:noProof/>
            <w:webHidden/>
          </w:rPr>
          <w:fldChar w:fldCharType="end"/>
        </w:r>
      </w:hyperlink>
    </w:p>
    <w:p w14:paraId="64723B9F" w14:textId="4673414D" w:rsidR="004530F0" w:rsidRDefault="00116C57">
      <w:pPr>
        <w:pStyle w:val="Obsah1"/>
        <w:rPr>
          <w:rFonts w:eastAsiaTheme="minorEastAsia"/>
          <w:caps w:val="0"/>
          <w:noProof/>
          <w:sz w:val="22"/>
          <w:szCs w:val="22"/>
          <w:lang w:eastAsia="cs-CZ"/>
        </w:rPr>
      </w:pPr>
      <w:hyperlink w:anchor="_Toc109216886" w:history="1">
        <w:r w:rsidR="004530F0" w:rsidRPr="00103D76">
          <w:rPr>
            <w:rStyle w:val="Hypertextovodkaz"/>
          </w:rPr>
          <w:t>19.</w:t>
        </w:r>
        <w:r w:rsidR="004530F0">
          <w:rPr>
            <w:rFonts w:eastAsiaTheme="minorEastAsia"/>
            <w:caps w:val="0"/>
            <w:noProof/>
            <w:sz w:val="22"/>
            <w:szCs w:val="22"/>
            <w:lang w:eastAsia="cs-CZ"/>
          </w:rPr>
          <w:tab/>
        </w:r>
        <w:r w:rsidR="004530F0" w:rsidRPr="00103D76">
          <w:rPr>
            <w:rStyle w:val="Hypertextovodkaz"/>
          </w:rPr>
          <w:t>UZAVŘENÍ SMLOUVY</w:t>
        </w:r>
        <w:r w:rsidR="004530F0">
          <w:rPr>
            <w:noProof/>
            <w:webHidden/>
          </w:rPr>
          <w:tab/>
        </w:r>
        <w:r w:rsidR="004530F0">
          <w:rPr>
            <w:noProof/>
            <w:webHidden/>
          </w:rPr>
          <w:fldChar w:fldCharType="begin"/>
        </w:r>
        <w:r w:rsidR="004530F0">
          <w:rPr>
            <w:noProof/>
            <w:webHidden/>
          </w:rPr>
          <w:instrText xml:space="preserve"> PAGEREF _Toc109216886 \h </w:instrText>
        </w:r>
        <w:r w:rsidR="004530F0">
          <w:rPr>
            <w:noProof/>
            <w:webHidden/>
          </w:rPr>
        </w:r>
        <w:r w:rsidR="004530F0">
          <w:rPr>
            <w:noProof/>
            <w:webHidden/>
          </w:rPr>
          <w:fldChar w:fldCharType="separate"/>
        </w:r>
        <w:r w:rsidR="004530F0">
          <w:rPr>
            <w:noProof/>
            <w:webHidden/>
          </w:rPr>
          <w:t>23</w:t>
        </w:r>
        <w:r w:rsidR="004530F0">
          <w:rPr>
            <w:noProof/>
            <w:webHidden/>
          </w:rPr>
          <w:fldChar w:fldCharType="end"/>
        </w:r>
      </w:hyperlink>
    </w:p>
    <w:p w14:paraId="0D662F30" w14:textId="0DAB0A81" w:rsidR="004530F0" w:rsidRDefault="00116C57">
      <w:pPr>
        <w:pStyle w:val="Obsah1"/>
        <w:rPr>
          <w:rFonts w:eastAsiaTheme="minorEastAsia"/>
          <w:caps w:val="0"/>
          <w:noProof/>
          <w:sz w:val="22"/>
          <w:szCs w:val="22"/>
          <w:lang w:eastAsia="cs-CZ"/>
        </w:rPr>
      </w:pPr>
      <w:hyperlink w:anchor="_Toc109216887" w:history="1">
        <w:r w:rsidR="004530F0" w:rsidRPr="00103D76">
          <w:rPr>
            <w:rStyle w:val="Hypertextovodkaz"/>
          </w:rPr>
          <w:t>20.</w:t>
        </w:r>
        <w:r w:rsidR="004530F0">
          <w:rPr>
            <w:rFonts w:eastAsiaTheme="minorEastAsia"/>
            <w:caps w:val="0"/>
            <w:noProof/>
            <w:sz w:val="22"/>
            <w:szCs w:val="22"/>
            <w:lang w:eastAsia="cs-CZ"/>
          </w:rPr>
          <w:tab/>
        </w:r>
        <w:r w:rsidR="004530F0" w:rsidRPr="00103D76">
          <w:rPr>
            <w:rStyle w:val="Hypertextovodkaz"/>
          </w:rPr>
          <w:t>OCHRANA INFORMACÍ</w:t>
        </w:r>
        <w:r w:rsidR="004530F0">
          <w:rPr>
            <w:noProof/>
            <w:webHidden/>
          </w:rPr>
          <w:tab/>
        </w:r>
        <w:r w:rsidR="004530F0">
          <w:rPr>
            <w:noProof/>
            <w:webHidden/>
          </w:rPr>
          <w:fldChar w:fldCharType="begin"/>
        </w:r>
        <w:r w:rsidR="004530F0">
          <w:rPr>
            <w:noProof/>
            <w:webHidden/>
          </w:rPr>
          <w:instrText xml:space="preserve"> PAGEREF _Toc109216887 \h </w:instrText>
        </w:r>
        <w:r w:rsidR="004530F0">
          <w:rPr>
            <w:noProof/>
            <w:webHidden/>
          </w:rPr>
        </w:r>
        <w:r w:rsidR="004530F0">
          <w:rPr>
            <w:noProof/>
            <w:webHidden/>
          </w:rPr>
          <w:fldChar w:fldCharType="separate"/>
        </w:r>
        <w:r w:rsidR="004530F0">
          <w:rPr>
            <w:noProof/>
            <w:webHidden/>
          </w:rPr>
          <w:t>26</w:t>
        </w:r>
        <w:r w:rsidR="004530F0">
          <w:rPr>
            <w:noProof/>
            <w:webHidden/>
          </w:rPr>
          <w:fldChar w:fldCharType="end"/>
        </w:r>
      </w:hyperlink>
    </w:p>
    <w:p w14:paraId="242CF18C" w14:textId="4E2B8D00" w:rsidR="004530F0" w:rsidRDefault="00116C57">
      <w:pPr>
        <w:pStyle w:val="Obsah1"/>
        <w:rPr>
          <w:rFonts w:eastAsiaTheme="minorEastAsia"/>
          <w:caps w:val="0"/>
          <w:noProof/>
          <w:sz w:val="22"/>
          <w:szCs w:val="22"/>
          <w:lang w:eastAsia="cs-CZ"/>
        </w:rPr>
      </w:pPr>
      <w:hyperlink w:anchor="_Toc109216888" w:history="1">
        <w:r w:rsidR="004530F0" w:rsidRPr="00103D76">
          <w:rPr>
            <w:rStyle w:val="Hypertextovodkaz"/>
          </w:rPr>
          <w:t>21.</w:t>
        </w:r>
        <w:r w:rsidR="004530F0">
          <w:rPr>
            <w:rFonts w:eastAsiaTheme="minorEastAsia"/>
            <w:caps w:val="0"/>
            <w:noProof/>
            <w:sz w:val="22"/>
            <w:szCs w:val="22"/>
            <w:lang w:eastAsia="cs-CZ"/>
          </w:rPr>
          <w:tab/>
        </w:r>
        <w:r w:rsidR="004530F0" w:rsidRPr="00103D76">
          <w:rPr>
            <w:rStyle w:val="Hypertextovodkaz"/>
          </w:rPr>
          <w:t>SOCIÁLNĚ A ENVIRONMENTÁLNĚ ODPOVĚDNÉ ZADÁVÁNÍ, INOVACE</w:t>
        </w:r>
        <w:r w:rsidR="004530F0">
          <w:rPr>
            <w:noProof/>
            <w:webHidden/>
          </w:rPr>
          <w:tab/>
        </w:r>
        <w:r w:rsidR="004530F0">
          <w:rPr>
            <w:noProof/>
            <w:webHidden/>
          </w:rPr>
          <w:fldChar w:fldCharType="begin"/>
        </w:r>
        <w:r w:rsidR="004530F0">
          <w:rPr>
            <w:noProof/>
            <w:webHidden/>
          </w:rPr>
          <w:instrText xml:space="preserve"> PAGEREF _Toc109216888 \h </w:instrText>
        </w:r>
        <w:r w:rsidR="004530F0">
          <w:rPr>
            <w:noProof/>
            <w:webHidden/>
          </w:rPr>
        </w:r>
        <w:r w:rsidR="004530F0">
          <w:rPr>
            <w:noProof/>
            <w:webHidden/>
          </w:rPr>
          <w:fldChar w:fldCharType="separate"/>
        </w:r>
        <w:r w:rsidR="004530F0">
          <w:rPr>
            <w:noProof/>
            <w:webHidden/>
          </w:rPr>
          <w:t>26</w:t>
        </w:r>
        <w:r w:rsidR="004530F0">
          <w:rPr>
            <w:noProof/>
            <w:webHidden/>
          </w:rPr>
          <w:fldChar w:fldCharType="end"/>
        </w:r>
      </w:hyperlink>
    </w:p>
    <w:p w14:paraId="6B3B48AC" w14:textId="5F107B73" w:rsidR="004530F0" w:rsidRDefault="00116C57">
      <w:pPr>
        <w:pStyle w:val="Obsah1"/>
        <w:rPr>
          <w:rFonts w:eastAsiaTheme="minorEastAsia"/>
          <w:caps w:val="0"/>
          <w:noProof/>
          <w:sz w:val="22"/>
          <w:szCs w:val="22"/>
          <w:lang w:eastAsia="cs-CZ"/>
        </w:rPr>
      </w:pPr>
      <w:hyperlink w:anchor="_Toc109216889" w:history="1">
        <w:r w:rsidR="004530F0" w:rsidRPr="00103D76">
          <w:rPr>
            <w:rStyle w:val="Hypertextovodkaz"/>
          </w:rPr>
          <w:t>22.</w:t>
        </w:r>
        <w:r w:rsidR="004530F0">
          <w:rPr>
            <w:rFonts w:eastAsiaTheme="minorEastAsia"/>
            <w:caps w:val="0"/>
            <w:noProof/>
            <w:sz w:val="22"/>
            <w:szCs w:val="22"/>
            <w:lang w:eastAsia="cs-CZ"/>
          </w:rPr>
          <w:tab/>
        </w:r>
        <w:r w:rsidR="004530F0" w:rsidRPr="00103D76">
          <w:rPr>
            <w:rStyle w:val="Hypertextovodkaz"/>
          </w:rPr>
          <w:t>Další zadávací podmínky v návaznosti na sankce v souvislosti se situací na Ukrajině</w:t>
        </w:r>
        <w:r w:rsidR="004530F0">
          <w:rPr>
            <w:noProof/>
            <w:webHidden/>
          </w:rPr>
          <w:tab/>
        </w:r>
        <w:r w:rsidR="004530F0">
          <w:rPr>
            <w:noProof/>
            <w:webHidden/>
          </w:rPr>
          <w:fldChar w:fldCharType="begin"/>
        </w:r>
        <w:r w:rsidR="004530F0">
          <w:rPr>
            <w:noProof/>
            <w:webHidden/>
          </w:rPr>
          <w:instrText xml:space="preserve"> PAGEREF _Toc109216889 \h </w:instrText>
        </w:r>
        <w:r w:rsidR="004530F0">
          <w:rPr>
            <w:noProof/>
            <w:webHidden/>
          </w:rPr>
        </w:r>
        <w:r w:rsidR="004530F0">
          <w:rPr>
            <w:noProof/>
            <w:webHidden/>
          </w:rPr>
          <w:fldChar w:fldCharType="separate"/>
        </w:r>
        <w:r w:rsidR="004530F0">
          <w:rPr>
            <w:noProof/>
            <w:webHidden/>
          </w:rPr>
          <w:t>26</w:t>
        </w:r>
        <w:r w:rsidR="004530F0">
          <w:rPr>
            <w:noProof/>
            <w:webHidden/>
          </w:rPr>
          <w:fldChar w:fldCharType="end"/>
        </w:r>
      </w:hyperlink>
    </w:p>
    <w:p w14:paraId="5C5FCCE5" w14:textId="2895A24C" w:rsidR="004530F0" w:rsidRDefault="00116C57">
      <w:pPr>
        <w:pStyle w:val="Obsah1"/>
        <w:rPr>
          <w:rFonts w:eastAsiaTheme="minorEastAsia"/>
          <w:caps w:val="0"/>
          <w:noProof/>
          <w:sz w:val="22"/>
          <w:szCs w:val="22"/>
          <w:lang w:eastAsia="cs-CZ"/>
        </w:rPr>
      </w:pPr>
      <w:hyperlink w:anchor="_Toc109216890" w:history="1">
        <w:r w:rsidR="004530F0" w:rsidRPr="00103D76">
          <w:rPr>
            <w:rStyle w:val="Hypertextovodkaz"/>
          </w:rPr>
          <w:t>23.</w:t>
        </w:r>
        <w:r w:rsidR="004530F0">
          <w:rPr>
            <w:rFonts w:eastAsiaTheme="minorEastAsia"/>
            <w:caps w:val="0"/>
            <w:noProof/>
            <w:sz w:val="22"/>
            <w:szCs w:val="22"/>
            <w:lang w:eastAsia="cs-CZ"/>
          </w:rPr>
          <w:tab/>
        </w:r>
        <w:r w:rsidR="004530F0" w:rsidRPr="00103D76">
          <w:rPr>
            <w:rStyle w:val="Hypertextovodkaz"/>
          </w:rPr>
          <w:t>PŘÍLOHY TÉTO VÝZVY</w:t>
        </w:r>
        <w:r w:rsidR="004530F0">
          <w:rPr>
            <w:noProof/>
            <w:webHidden/>
          </w:rPr>
          <w:tab/>
        </w:r>
        <w:r w:rsidR="004530F0">
          <w:rPr>
            <w:noProof/>
            <w:webHidden/>
          </w:rPr>
          <w:fldChar w:fldCharType="begin"/>
        </w:r>
        <w:r w:rsidR="004530F0">
          <w:rPr>
            <w:noProof/>
            <w:webHidden/>
          </w:rPr>
          <w:instrText xml:space="preserve"> PAGEREF _Toc109216890 \h </w:instrText>
        </w:r>
        <w:r w:rsidR="004530F0">
          <w:rPr>
            <w:noProof/>
            <w:webHidden/>
          </w:rPr>
        </w:r>
        <w:r w:rsidR="004530F0">
          <w:rPr>
            <w:noProof/>
            <w:webHidden/>
          </w:rPr>
          <w:fldChar w:fldCharType="separate"/>
        </w:r>
        <w:r w:rsidR="004530F0">
          <w:rPr>
            <w:noProof/>
            <w:webHidden/>
          </w:rPr>
          <w:t>27</w:t>
        </w:r>
        <w:r w:rsidR="004530F0">
          <w:rPr>
            <w:noProof/>
            <w:webHidden/>
          </w:rPr>
          <w:fldChar w:fldCharType="end"/>
        </w:r>
      </w:hyperlink>
    </w:p>
    <w:p w14:paraId="16F4850C" w14:textId="455A832C"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09216868"/>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236B3D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09216869"/>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0245B8EA" w14:textId="028A930E" w:rsidR="0035531B" w:rsidRDefault="0035531B" w:rsidP="006A5081">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77777777" w:rsidR="0035531B" w:rsidRDefault="0035531B" w:rsidP="0035531B">
      <w:pPr>
        <w:pStyle w:val="Nadpis1-1"/>
      </w:pPr>
      <w:bookmarkStart w:id="6" w:name="_Toc109216870"/>
      <w:r>
        <w:lastRenderedPageBreak/>
        <w:t>KOMUNIKACE MEZI ZADAVATELEM</w:t>
      </w:r>
      <w:r w:rsidR="00845C50">
        <w:t xml:space="preserve"> a </w:t>
      </w:r>
      <w:r>
        <w:t>DODAVATELEM</w:t>
      </w:r>
      <w:bookmarkEnd w:id="6"/>
      <w:r>
        <w:t xml:space="preserve"> </w:t>
      </w:r>
    </w:p>
    <w:p w14:paraId="1B805A39" w14:textId="4DBD22D9"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05FC05B0" w:rsidR="0035531B" w:rsidRDefault="0035531B" w:rsidP="0035531B">
      <w:pPr>
        <w:pStyle w:val="Text1-1"/>
      </w:pPr>
      <w:r>
        <w:t xml:space="preserve">Kontaktní osobou zadavatele pro </w:t>
      </w:r>
      <w:r w:rsidR="009531C1">
        <w:t xml:space="preserve">výběrové </w:t>
      </w:r>
      <w:r w:rsidR="001D0F32">
        <w:t>řízení je:</w:t>
      </w:r>
    </w:p>
    <w:p w14:paraId="4C031B12" w14:textId="77777777" w:rsidR="001D0F32" w:rsidRPr="00A52EDF" w:rsidRDefault="001D0F32" w:rsidP="001D0F32">
      <w:pPr>
        <w:pStyle w:val="Textbezslovn"/>
        <w:spacing w:after="0"/>
        <w:rPr>
          <w:b/>
        </w:rPr>
      </w:pPr>
      <w:r w:rsidRPr="00A52EDF">
        <w:rPr>
          <w:b/>
        </w:rPr>
        <w:t>JUDr. Jaroslav Klimeš</w:t>
      </w:r>
    </w:p>
    <w:p w14:paraId="2E326B1D" w14:textId="77777777" w:rsidR="001D0F32" w:rsidRDefault="001D0F32" w:rsidP="001D0F32">
      <w:pPr>
        <w:pStyle w:val="Textbezslovn"/>
        <w:spacing w:after="0"/>
      </w:pPr>
      <w:r>
        <w:t xml:space="preserve">telefon: 722 819 305, </w:t>
      </w:r>
    </w:p>
    <w:p w14:paraId="5F440EC0" w14:textId="77777777" w:rsidR="001D0F32" w:rsidRDefault="001D0F32" w:rsidP="001D0F32">
      <w:pPr>
        <w:pStyle w:val="Textbezslovn"/>
        <w:spacing w:after="0"/>
      </w:pPr>
      <w:r>
        <w:t xml:space="preserve">e-mail: KlimesJa@spravazeleznic.cz </w:t>
      </w:r>
    </w:p>
    <w:p w14:paraId="50F6C613" w14:textId="77777777" w:rsidR="001D0F32" w:rsidRDefault="001D0F32" w:rsidP="001D0F32">
      <w:pPr>
        <w:pStyle w:val="Textbezslovn"/>
        <w:spacing w:after="0"/>
      </w:pPr>
    </w:p>
    <w:p w14:paraId="26199714" w14:textId="77777777" w:rsidR="001D0F32" w:rsidRDefault="001D0F32" w:rsidP="001D0F32">
      <w:pPr>
        <w:pStyle w:val="Textbezslovn"/>
        <w:spacing w:after="0"/>
      </w:pPr>
      <w:r>
        <w:t>adresa:</w:t>
      </w:r>
    </w:p>
    <w:p w14:paraId="3EC59B61" w14:textId="77777777" w:rsidR="001D0F32" w:rsidRDefault="001D0F32" w:rsidP="001D0F32">
      <w:pPr>
        <w:pStyle w:val="Textbezslovn"/>
        <w:spacing w:after="0"/>
      </w:pPr>
      <w:r>
        <w:t>Správa železnic, státní organizace</w:t>
      </w:r>
    </w:p>
    <w:p w14:paraId="3DE6AC29" w14:textId="77777777" w:rsidR="001D0F32" w:rsidRDefault="001D0F32" w:rsidP="001D0F32">
      <w:pPr>
        <w:pStyle w:val="Textbezslovn"/>
        <w:spacing w:after="0"/>
      </w:pPr>
      <w:r>
        <w:t>Stavební správa východ</w:t>
      </w:r>
    </w:p>
    <w:p w14:paraId="55676527" w14:textId="77777777" w:rsidR="001D0F32" w:rsidRDefault="001D0F32" w:rsidP="001D0F32">
      <w:pPr>
        <w:pStyle w:val="Textbezslovn"/>
        <w:spacing w:after="0"/>
      </w:pPr>
      <w:r>
        <w:t>Nerudova 1</w:t>
      </w:r>
    </w:p>
    <w:p w14:paraId="28CFE97B" w14:textId="7AA07536" w:rsidR="0035531B" w:rsidRDefault="001D0F32" w:rsidP="001D0F32">
      <w:pPr>
        <w:pStyle w:val="Textbezslovn"/>
      </w:pPr>
      <w:r>
        <w:t xml:space="preserve">779 </w:t>
      </w:r>
      <w:r w:rsidRPr="004C4A48">
        <w:t>00 Olomouc</w:t>
      </w:r>
    </w:p>
    <w:p w14:paraId="4B3CCDAE" w14:textId="77777777" w:rsidR="0035531B" w:rsidRDefault="0035531B" w:rsidP="0035531B">
      <w:pPr>
        <w:pStyle w:val="Nadpis1-1"/>
      </w:pPr>
      <w:bookmarkStart w:id="7" w:name="_Toc109216871"/>
      <w:r>
        <w:t>ÚČEL</w:t>
      </w:r>
      <w:r w:rsidR="00845C50">
        <w:t xml:space="preserve"> </w:t>
      </w:r>
      <w:r w:rsidR="00776A8A">
        <w:t>A</w:t>
      </w:r>
      <w:r w:rsidR="00845C50">
        <w:t> </w:t>
      </w:r>
      <w:r>
        <w:t>PŘEDMĚT PLNĚNÍ VEŘEJNÉ ZAKÁZKY</w:t>
      </w:r>
      <w:bookmarkEnd w:id="7"/>
    </w:p>
    <w:p w14:paraId="76AB5650" w14:textId="77777777" w:rsidR="0035531B" w:rsidRPr="004530F0" w:rsidRDefault="0035531B" w:rsidP="0035531B">
      <w:pPr>
        <w:pStyle w:val="Text1-1"/>
      </w:pPr>
      <w:r w:rsidRPr="004530F0">
        <w:t>Účel veřejné zakázky</w:t>
      </w:r>
    </w:p>
    <w:p w14:paraId="261B2D8E" w14:textId="71A14774" w:rsidR="0035531B" w:rsidRPr="004530F0" w:rsidRDefault="00DF0835" w:rsidP="0035531B">
      <w:pPr>
        <w:pStyle w:val="Textbezslovn"/>
      </w:pPr>
      <w:r w:rsidRPr="004530F0">
        <w:t>Cílem stavby je rekonstrukce části výpravní budovy v železniční stanici Karviná.</w:t>
      </w:r>
    </w:p>
    <w:p w14:paraId="7BAF690A" w14:textId="77777777" w:rsidR="0035531B" w:rsidRPr="004530F0" w:rsidRDefault="0035531B" w:rsidP="0035531B">
      <w:pPr>
        <w:pStyle w:val="Text1-1"/>
      </w:pPr>
      <w:r w:rsidRPr="004530F0">
        <w:t>Předmět plnění veřejné zakázky</w:t>
      </w:r>
    </w:p>
    <w:p w14:paraId="135D9747" w14:textId="6306EE01" w:rsidR="0035531B" w:rsidRPr="004530F0" w:rsidRDefault="00DD3E46" w:rsidP="0035531B">
      <w:pPr>
        <w:pStyle w:val="Textbezslovn"/>
      </w:pPr>
      <w:r w:rsidRPr="004530F0">
        <w:rPr>
          <w:bCs/>
          <w:iCs/>
        </w:rPr>
        <w:t>Předmětem stavby je rekonstrukce severní části výpravní budovy včetně optimalizace prostor v železniční stanici Karviná hl.n.. V uvedené části budovy proběhne odbourání 2.NP a části 1.NP, výměna střešní krytiny a fasádních výplní otvorů, zateplení fasády, výměna vnitřních rozvodů, v rámci dispozičních změn bude zřízená kolárna  vč. možnosti dobíjení elektrokol. V halové části výpravní budovy dojde k rekonstrukci stávajících veřejných WC, ke zpřístupnění ochozu vč. přípravy na případné komerční využití.</w:t>
      </w:r>
    </w:p>
    <w:p w14:paraId="2ABE9988" w14:textId="5C04FE67" w:rsidR="005F769B" w:rsidRPr="004530F0" w:rsidRDefault="005F769B" w:rsidP="005F769B">
      <w:pPr>
        <w:pStyle w:val="Textbezslovn"/>
      </w:pPr>
      <w:r w:rsidRPr="004530F0">
        <w:t xml:space="preserve">Součástí předmětu plnění veřejné zakázky jsou i činnosti, které budou prováděny v souvislosti s pravidly publicity projektů spolufinancovaných z </w:t>
      </w:r>
      <w:r w:rsidR="00DF0835" w:rsidRPr="004530F0">
        <w:t>prostředků Evropské unie – Nástroje pro oživení a odolnost (Recovery and Resilience Facility)</w:t>
      </w:r>
      <w:r w:rsidRPr="004530F0">
        <w:t>. Ocenění těchto činností publicity stavby bude zahrnuto do nabídkové ceny, náklady publicity budou uvedeny v Soupisu prací (SO 9898 Všeobecný objekt). Zajištění publicity stavby si zadavatel vyhrazuje jako změnu závazku ze smlouvy analogicky dle ustanovení § 100 odst. 1 ZZVZ. Dodavateli bude uhrazen jen skutečně provedený rozsah tohoto plnění. V případě, že tato veřejná zakázka nebude spolufinancovaná z prostředků Evropské unie, zajištění publicity stavby nebude dodavatelem provedeno.</w:t>
      </w:r>
    </w:p>
    <w:p w14:paraId="5EF3D86D" w14:textId="7899437A" w:rsidR="0035531B" w:rsidRPr="004530F0" w:rsidRDefault="0035531B" w:rsidP="006F6B09">
      <w:pPr>
        <w:pStyle w:val="Textbezslovn"/>
      </w:pPr>
      <w:r w:rsidRPr="004530F0">
        <w:t>Bližší specifikace předmětu plnění veřejné zakázky je upravena</w:t>
      </w:r>
      <w:r w:rsidR="00092CC9" w:rsidRPr="004530F0">
        <w:t xml:space="preserve"> v </w:t>
      </w:r>
      <w:r w:rsidRPr="004530F0">
        <w:t>dalších částech zadávací dokumentace.</w:t>
      </w:r>
    </w:p>
    <w:p w14:paraId="4BC2C2DC" w14:textId="77777777" w:rsidR="0035531B" w:rsidRPr="004530F0" w:rsidRDefault="0035531B" w:rsidP="0035531B">
      <w:pPr>
        <w:pStyle w:val="Text1-1"/>
      </w:pPr>
      <w:r w:rsidRPr="004530F0">
        <w:t>Klasifikace předmětu veřejné zakázky</w:t>
      </w:r>
    </w:p>
    <w:p w14:paraId="33CC9963" w14:textId="77777777" w:rsidR="00DF0835" w:rsidRPr="004530F0" w:rsidRDefault="00DF0835" w:rsidP="00DF0835">
      <w:pPr>
        <w:pStyle w:val="Textbezslovn"/>
      </w:pPr>
      <w:r w:rsidRPr="004530F0">
        <w:t>CPV kód 45000000-7 – Stavební práce</w:t>
      </w:r>
    </w:p>
    <w:p w14:paraId="4B253871" w14:textId="77777777" w:rsidR="00DF0835" w:rsidRPr="004530F0" w:rsidRDefault="00DF0835" w:rsidP="00DF0835">
      <w:pPr>
        <w:pStyle w:val="Textbezslovn"/>
      </w:pPr>
      <w:r w:rsidRPr="004530F0">
        <w:t>CPV kód 45213320-2 – Stavební úpravy objektů sloužících železniční dopravě</w:t>
      </w:r>
    </w:p>
    <w:p w14:paraId="5C34AB00" w14:textId="6DF319D8" w:rsidR="00140082" w:rsidRPr="004530F0" w:rsidRDefault="00DF0835" w:rsidP="00DF0835">
      <w:pPr>
        <w:pStyle w:val="Textbezslovn"/>
      </w:pPr>
      <w:r w:rsidRPr="004530F0">
        <w:t>CPV kód 45454100-5 – Rekonstrukce budov</w:t>
      </w:r>
    </w:p>
    <w:p w14:paraId="6B90FA2F" w14:textId="77777777" w:rsidR="0035531B" w:rsidRPr="004530F0" w:rsidRDefault="007354E9" w:rsidP="007354E9">
      <w:pPr>
        <w:pStyle w:val="Text1-1"/>
      </w:pPr>
      <w:r w:rsidRPr="004530F0">
        <w:t>Doba plnění veřejné zakázky je uvedena ve Smlouvě o dílo na plnění veřejné zakázky, jejíž závazný vzor tvoří Díl 2 zadávací dokumentace</w:t>
      </w:r>
      <w:r w:rsidR="0035531B" w:rsidRPr="004530F0">
        <w:t>.</w:t>
      </w:r>
    </w:p>
    <w:p w14:paraId="33DADF73" w14:textId="77777777" w:rsidR="0035531B" w:rsidRDefault="0035531B" w:rsidP="006F6B09">
      <w:pPr>
        <w:pStyle w:val="Nadpis1-1"/>
      </w:pPr>
      <w:bookmarkStart w:id="8" w:name="_Toc109216872"/>
      <w:r>
        <w:lastRenderedPageBreak/>
        <w:t>ZDROJE FINANCOVÁNÍ</w:t>
      </w:r>
      <w:r w:rsidR="00845C50">
        <w:t xml:space="preserve"> </w:t>
      </w:r>
      <w:r w:rsidR="00776A8A">
        <w:t>A</w:t>
      </w:r>
      <w:r w:rsidR="00845C50">
        <w:t> </w:t>
      </w:r>
      <w:r>
        <w:t>PŘEDPOKLÁDANÁ HODNOTA VEŘEJNÉ ZAKÁZKY</w:t>
      </w:r>
      <w:bookmarkEnd w:id="8"/>
    </w:p>
    <w:p w14:paraId="4BD9E975" w14:textId="6E798595" w:rsidR="005F769B" w:rsidRDefault="005F769B" w:rsidP="00B5205C">
      <w:pPr>
        <w:pStyle w:val="Text1-1"/>
      </w:pPr>
      <w:r>
        <w:t xml:space="preserve">Předpokládá se spolufinancování této veřejné zakázky jak z prostředků České republiky - Státního fondu dopravní infrastruktury, tak i z prostředků Evropské unie – </w:t>
      </w:r>
      <w:r w:rsidRPr="00B5205C">
        <w:rPr>
          <w:rFonts w:ascii="Verdana" w:hAnsi="Verdana"/>
          <w:color w:val="000000"/>
        </w:rPr>
        <w:t>Nástroje pro oživení a odolnost (Recovery and Resilience Facility)</w:t>
      </w:r>
      <w:r>
        <w:t>.</w:t>
      </w:r>
    </w:p>
    <w:p w14:paraId="39A8AC1B" w14:textId="77777777" w:rsidR="0035531B" w:rsidRPr="004530F0" w:rsidRDefault="007354E9" w:rsidP="007354E9">
      <w:pPr>
        <w:pStyle w:val="Text1-1"/>
      </w:pPr>
      <w:r w:rsidRPr="007354E9">
        <w:t>Konečným příjemcem prostředků ze zdrojů uvedených v článku 5.1 této Výzvy je Správa železni</w:t>
      </w:r>
      <w:r w:rsidR="00686179">
        <w:t>c</w:t>
      </w:r>
      <w:r w:rsidRPr="007354E9">
        <w:t xml:space="preserve">, </w:t>
      </w:r>
      <w:r w:rsidRPr="004530F0">
        <w:t>státní organizace se sídlem Praha 1, Nové Město, Dlážděná 1003/7, PSČ 110 00 (zadavatel)</w:t>
      </w:r>
      <w:r w:rsidR="0035531B" w:rsidRPr="004530F0">
        <w:t>.</w:t>
      </w:r>
    </w:p>
    <w:p w14:paraId="16DF5BF5" w14:textId="280CA4A6" w:rsidR="0035531B" w:rsidRPr="004530F0" w:rsidRDefault="007354E9" w:rsidP="007354E9">
      <w:pPr>
        <w:pStyle w:val="Text1-1"/>
      </w:pPr>
      <w:r w:rsidRPr="004530F0">
        <w:rPr>
          <w:b/>
        </w:rPr>
        <w:t xml:space="preserve">Předpokládaná hodnota veřejné zakázky činí </w:t>
      </w:r>
      <w:r w:rsidR="00B5205C" w:rsidRPr="004530F0">
        <w:rPr>
          <w:b/>
        </w:rPr>
        <w:t>32 490 111,-</w:t>
      </w:r>
      <w:r w:rsidRPr="004530F0">
        <w:rPr>
          <w:b/>
        </w:rPr>
        <w:t xml:space="preserve"> Kč (bez DPH)</w:t>
      </w:r>
      <w:r w:rsidRPr="004530F0">
        <w:t xml:space="preserve">. </w:t>
      </w:r>
    </w:p>
    <w:p w14:paraId="12425686" w14:textId="7E91E0D5" w:rsidR="00CB1C2E" w:rsidRPr="004530F0" w:rsidRDefault="005F769B" w:rsidP="00DD3E46">
      <w:pPr>
        <w:pStyle w:val="Text1-1"/>
        <w:numPr>
          <w:ilvl w:val="0"/>
          <w:numId w:val="0"/>
        </w:numPr>
        <w:ind w:left="737"/>
        <w:rPr>
          <w:rStyle w:val="Tun9b"/>
          <w:b w:val="0"/>
          <w:strike/>
        </w:rPr>
      </w:pPr>
      <w:r w:rsidRPr="004530F0">
        <w:t xml:space="preserve">Uvedená částka nezahrnuje hodnotu materiálu (mobiliáře a zařízení pro vstup a výběr poplatku), který bude zadavatel dle zadávacích podmínek poskytovat dodavateli a který je nezbytný pro poskytnutí zadávaných stavebních prací. </w:t>
      </w:r>
    </w:p>
    <w:p w14:paraId="15FE046F" w14:textId="77777777" w:rsidR="0035531B" w:rsidRPr="004530F0" w:rsidRDefault="0035531B" w:rsidP="006F6B09">
      <w:pPr>
        <w:pStyle w:val="Nadpis1-1"/>
      </w:pPr>
      <w:bookmarkStart w:id="9" w:name="_Toc109216873"/>
      <w:r w:rsidRPr="004530F0">
        <w:t>OBSAH ZADÁVACÍ DOKUMENTACE</w:t>
      </w:r>
      <w:bookmarkEnd w:id="9"/>
      <w:r w:rsidRPr="004530F0">
        <w:t xml:space="preserve"> </w:t>
      </w:r>
    </w:p>
    <w:p w14:paraId="4CFCE12D" w14:textId="77777777" w:rsidR="0035531B" w:rsidRPr="004530F0" w:rsidRDefault="00FD39DE" w:rsidP="00FD39DE">
      <w:pPr>
        <w:pStyle w:val="Text1-1"/>
      </w:pPr>
      <w:r w:rsidRPr="004530F0">
        <w:t>Zadávací dokumentace obsahuje následující dokumenty</w:t>
      </w:r>
      <w:r w:rsidR="0035531B" w:rsidRPr="004530F0">
        <w:t xml:space="preserve">: </w:t>
      </w:r>
    </w:p>
    <w:p w14:paraId="1C5766CC" w14:textId="77777777" w:rsidR="00FD39DE" w:rsidRPr="004530F0" w:rsidRDefault="00FD39DE" w:rsidP="00FD39DE">
      <w:pPr>
        <w:pStyle w:val="Textbezslovn"/>
        <w:tabs>
          <w:tab w:val="left" w:pos="1701"/>
        </w:tabs>
        <w:ind w:left="1701" w:hanging="964"/>
        <w:rPr>
          <w:rStyle w:val="Tun9b"/>
        </w:rPr>
      </w:pPr>
      <w:r w:rsidRPr="004530F0">
        <w:rPr>
          <w:rStyle w:val="Tun9b"/>
        </w:rPr>
        <w:t>DÍL 1</w:t>
      </w:r>
      <w:r w:rsidRPr="004530F0">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4530F0">
        <w:rPr>
          <w:rStyle w:val="Tun9b"/>
        </w:rPr>
        <w:t>DÍL 2</w:t>
      </w:r>
      <w:r w:rsidRPr="004530F0">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6A9DD876" w14:textId="00EB0274" w:rsidR="0070736C" w:rsidRDefault="00FD39DE" w:rsidP="00B5205C">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4530F0" w:rsidRDefault="00FD39DE" w:rsidP="00FD39DE">
      <w:pPr>
        <w:pStyle w:val="Text1-1"/>
      </w:pPr>
      <w:r w:rsidRPr="00FD39DE">
        <w:t xml:space="preserve">Dodavatelé jsou zcela odpovědni za dostatečně pečlivé prostudování zadávací dokumentace </w:t>
      </w:r>
      <w:r w:rsidRPr="004530F0">
        <w:t>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4530F0">
        <w:t>.</w:t>
      </w:r>
    </w:p>
    <w:p w14:paraId="3B6C08CF" w14:textId="6C90F02A" w:rsidR="0035531B" w:rsidRPr="004530F0" w:rsidRDefault="00FD39DE" w:rsidP="00FD39DE">
      <w:pPr>
        <w:pStyle w:val="Text1-1"/>
      </w:pPr>
      <w:r w:rsidRPr="004530F0">
        <w:t xml:space="preserve">Zadavatel sděluje, že následující části zadávací dokumentace vypracovala osoba odlišná od zadavatele, a to: </w:t>
      </w:r>
      <w:r w:rsidR="00B5205C" w:rsidRPr="004530F0">
        <w:rPr>
          <w:rFonts w:eastAsia="Times New Roman" w:cs="Arial"/>
          <w:lang w:eastAsia="cs-CZ"/>
        </w:rPr>
        <w:t xml:space="preserve">Dokumentace pro stavební </w:t>
      </w:r>
      <w:r w:rsidR="008637C8" w:rsidRPr="004530F0">
        <w:rPr>
          <w:rFonts w:eastAsia="Times New Roman" w:cs="Arial"/>
          <w:lang w:eastAsia="cs-CZ"/>
        </w:rPr>
        <w:t xml:space="preserve">povolení </w:t>
      </w:r>
      <w:r w:rsidR="00B5205C" w:rsidRPr="004530F0">
        <w:rPr>
          <w:rFonts w:eastAsia="Times New Roman" w:cs="Arial"/>
          <w:lang w:eastAsia="cs-CZ"/>
        </w:rPr>
        <w:t>a dokumentace pro provádění stavby, zpracovaná společností KOHL Architekti s.r.o., se sídlem 28. října 960/178, 709 00 Ostrava – Mariánské Hory, IČO: 28597931</w:t>
      </w:r>
      <w:bookmarkStart w:id="10" w:name="_GoBack"/>
      <w:bookmarkEnd w:id="10"/>
      <w:r w:rsidR="00116C57" w:rsidRPr="00116C57">
        <w:rPr>
          <w:rFonts w:eastAsia="Times New Roman" w:cs="Arial"/>
          <w:lang w:eastAsia="cs-CZ"/>
        </w:rPr>
        <w:t xml:space="preserve">, </w:t>
      </w:r>
      <w:r w:rsidR="00116C57" w:rsidRPr="00116C57">
        <w:t>z 06/2021</w:t>
      </w:r>
      <w:r w:rsidR="00B5205C" w:rsidRPr="00116C57">
        <w:rPr>
          <w:rFonts w:eastAsia="Times New Roman" w:cs="Arial"/>
          <w:lang w:eastAsia="cs-CZ"/>
        </w:rPr>
        <w:t>.</w:t>
      </w:r>
    </w:p>
    <w:p w14:paraId="3A9ACE15" w14:textId="77777777" w:rsidR="00FD39DE" w:rsidRPr="004530F0" w:rsidRDefault="00FD39DE" w:rsidP="00FD39DE">
      <w:pPr>
        <w:pStyle w:val="Text1-1"/>
      </w:pPr>
      <w:r w:rsidRPr="004530F0">
        <w:t>Pro vyloučení pochybností zadavatel uvádí, že ohledně této veřejné zakázky nevedl předběžné tržní konzultace.</w:t>
      </w:r>
    </w:p>
    <w:p w14:paraId="21F661DC" w14:textId="77777777" w:rsidR="0035531B" w:rsidRPr="004530F0" w:rsidRDefault="0035531B" w:rsidP="00CC4380">
      <w:pPr>
        <w:pStyle w:val="Nadpis1-1"/>
      </w:pPr>
      <w:bookmarkStart w:id="11" w:name="_Toc109216874"/>
      <w:r w:rsidRPr="004530F0">
        <w:t>VYSVĚTLENÍ, ZMĚNY</w:t>
      </w:r>
      <w:r w:rsidR="00845C50" w:rsidRPr="004530F0">
        <w:t xml:space="preserve"> </w:t>
      </w:r>
      <w:r w:rsidR="00776A8A" w:rsidRPr="004530F0">
        <w:t>A</w:t>
      </w:r>
      <w:r w:rsidR="00845C50" w:rsidRPr="004530F0">
        <w:t> </w:t>
      </w:r>
      <w:r w:rsidRPr="004530F0">
        <w:t>DOPLNĚNÍ ZADÁVACÍ DOKUMENTACE</w:t>
      </w:r>
      <w:bookmarkEnd w:id="11"/>
      <w:r w:rsidRPr="004530F0">
        <w:t xml:space="preserve"> </w:t>
      </w:r>
    </w:p>
    <w:p w14:paraId="0414E88D" w14:textId="696B9EDE" w:rsidR="0035531B" w:rsidRPr="004530F0" w:rsidRDefault="00FD39DE" w:rsidP="00FD39DE">
      <w:pPr>
        <w:pStyle w:val="Text1-1"/>
      </w:pPr>
      <w:r w:rsidRPr="004530F0">
        <w:t xml:space="preserve">Dodavatel je oprávněn podávat žádosti o vysvětlení zadávací dokumentace prostřednictvím elektronického nástroje E-ZAK na adrese: </w:t>
      </w:r>
      <w:hyperlink r:id="rId17" w:history="1">
        <w:r w:rsidR="00F41AEB" w:rsidRPr="004530F0">
          <w:rPr>
            <w:rStyle w:val="Hypertextovodkaz"/>
            <w:noProof w:val="0"/>
          </w:rPr>
          <w:t>https://zakazky.spravazeleznic.cz/</w:t>
        </w:r>
      </w:hyperlink>
      <w:r w:rsidRPr="004530F0">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4530F0">
          <w:rPr>
            <w:rStyle w:val="Hypertextovodkaz"/>
            <w:noProof w:val="0"/>
          </w:rPr>
          <w:t>https://zakazky.spravazeleznic.cz/</w:t>
        </w:r>
      </w:hyperlink>
      <w:r w:rsidRPr="004530F0">
        <w:t xml:space="preserve">. Písemná žádost musí být zadavateli doručena </w:t>
      </w:r>
      <w:r w:rsidRPr="004530F0">
        <w:rPr>
          <w:b/>
        </w:rPr>
        <w:t xml:space="preserve">nejpozději </w:t>
      </w:r>
      <w:r w:rsidR="00234DE7" w:rsidRPr="004530F0">
        <w:rPr>
          <w:b/>
        </w:rPr>
        <w:t>4 pracovní dny</w:t>
      </w:r>
      <w:r w:rsidR="00234DE7" w:rsidRPr="004530F0">
        <w:t xml:space="preserve"> </w:t>
      </w:r>
      <w:r w:rsidRPr="004530F0">
        <w:t>před uplynutím lhůty pro podání nabídek</w:t>
      </w:r>
      <w:r w:rsidR="00C30ADB" w:rsidRPr="004530F0">
        <w:t>, jinak zadavatel není povinen vysvětlení poskytnout</w:t>
      </w:r>
      <w:r w:rsidRPr="004530F0">
        <w:t xml:space="preserve">. </w:t>
      </w:r>
    </w:p>
    <w:p w14:paraId="312A2278" w14:textId="49BACFB5" w:rsidR="0035531B" w:rsidRPr="004530F0" w:rsidRDefault="00FD39DE" w:rsidP="00FD39DE">
      <w:pPr>
        <w:pStyle w:val="Text1-1"/>
      </w:pPr>
      <w:r w:rsidRPr="00FD39DE">
        <w:lastRenderedPageBreak/>
        <w:t xml:space="preserve">Zadavatel poskytne </w:t>
      </w:r>
      <w:r w:rsidRPr="004530F0">
        <w:t xml:space="preserve">vysvětlení zadávací dokumentace nejpozději do </w:t>
      </w:r>
      <w:r w:rsidR="00234DE7" w:rsidRPr="004530F0">
        <w:t xml:space="preserve">2 </w:t>
      </w:r>
      <w:r w:rsidRPr="004530F0">
        <w:t>pracovních dnů po doručení žádosti podle předchozího odstavce. Pokud zadavatel na žádost o vysvětlení, která není doručena včas, vysvětlení poskytne, nemusí dodržet lhůtu uvedenou v předchozí větě</w:t>
      </w:r>
      <w:r w:rsidR="0035531B" w:rsidRPr="004530F0">
        <w:t>.</w:t>
      </w:r>
      <w:r w:rsidR="00C30ADB" w:rsidRPr="004530F0">
        <w:t xml:space="preserve"> Vysvětlení zadávací dokumentace může zadavatel poskytnout i bez předchozí žádosti, a to nejméně </w:t>
      </w:r>
      <w:r w:rsidR="00234DE7" w:rsidRPr="004530F0">
        <w:t xml:space="preserve">2 </w:t>
      </w:r>
      <w:r w:rsidR="00C30ADB" w:rsidRPr="004530F0">
        <w:t>pracovní dny před uplynutím lhůty pro podání nabídek.</w:t>
      </w:r>
    </w:p>
    <w:p w14:paraId="1AD01600" w14:textId="034DB989" w:rsidR="0035531B" w:rsidRPr="004530F0" w:rsidRDefault="00FD39DE" w:rsidP="009407AE">
      <w:pPr>
        <w:pStyle w:val="Text1-1"/>
      </w:pPr>
      <w:r w:rsidRPr="004530F0">
        <w:t xml:space="preserve">Vysvětlení zadávací dokumentace, včetně přesného znění žádosti, zadavatel uveřejní stejným způsobem, jakým uveřejnil výzvu k podání nabídek, tedy na profilu zadavatele: </w:t>
      </w:r>
      <w:hyperlink r:id="rId19" w:history="1">
        <w:r w:rsidR="00F41AEB" w:rsidRPr="004530F0">
          <w:rPr>
            <w:rStyle w:val="Hypertextovodkaz"/>
            <w:noProof w:val="0"/>
          </w:rPr>
          <w:t>https://zakazky.spravazeleznic.cz/</w:t>
        </w:r>
      </w:hyperlink>
      <w:r w:rsidRPr="004530F0">
        <w:t>. Vysvětlení je považováno za doručené okamžikem uveřejnění</w:t>
      </w:r>
      <w:r w:rsidR="0035531B" w:rsidRPr="004530F0">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109216875"/>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předloží čestné prohlášení. Z obsahu čestného prohlášení musí být zřejmé, že dodavatel splňuje příslušnou </w:t>
      </w:r>
      <w:r w:rsidRPr="00665F2C">
        <w:lastRenderedPageBreak/>
        <w:t>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Pr="004530F0"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 xml:space="preserve">živnostenském podnikání (živnostenský zákon), ve </w:t>
      </w:r>
      <w:r w:rsidRPr="004530F0">
        <w:t>znění pozdějších předpisů,</w:t>
      </w:r>
      <w:r w:rsidR="00845C50" w:rsidRPr="004530F0">
        <w:t xml:space="preserve"> a </w:t>
      </w:r>
      <w:r w:rsidRPr="004530F0">
        <w:t>další související zákony, lze živnostenské oprávnění prokázat i obsahově odpovídajícím živnostenským listem,</w:t>
      </w:r>
      <w:r w:rsidR="00845C50" w:rsidRPr="004530F0">
        <w:t xml:space="preserve"> a </w:t>
      </w:r>
      <w:r w:rsidRPr="004530F0">
        <w:t>to až do doby vydání prvního výpisu ze živnostenského rejstříku dodavateli. Dodavatel doloží, že má</w:t>
      </w:r>
      <w:r w:rsidR="00BC6D2B" w:rsidRPr="004530F0">
        <w:t xml:space="preserve"> k </w:t>
      </w:r>
      <w:r w:rsidRPr="004530F0">
        <w:t xml:space="preserve">dispozici </w:t>
      </w:r>
      <w:r w:rsidR="00C71941" w:rsidRPr="004530F0">
        <w:t xml:space="preserve">živnostenské </w:t>
      </w:r>
      <w:r w:rsidRPr="004530F0">
        <w:t>oprávnění</w:t>
      </w:r>
      <w:r w:rsidR="00BC6D2B" w:rsidRPr="004530F0">
        <w:t xml:space="preserve"> k </w:t>
      </w:r>
      <w:r w:rsidRPr="004530F0">
        <w:t xml:space="preserve">podnikání pro následující činnosti: </w:t>
      </w:r>
    </w:p>
    <w:p w14:paraId="6C7D0D30" w14:textId="343B69A6" w:rsidR="0035531B" w:rsidRPr="004530F0" w:rsidRDefault="0035531B" w:rsidP="006F4014">
      <w:pPr>
        <w:pStyle w:val="Odrka1-2-"/>
        <w:spacing w:before="240" w:after="0"/>
      </w:pPr>
      <w:r w:rsidRPr="004530F0">
        <w:t>Provádění staveb, jejich změn</w:t>
      </w:r>
      <w:r w:rsidR="00845C50" w:rsidRPr="004530F0">
        <w:t xml:space="preserve"> a </w:t>
      </w:r>
      <w:r w:rsidR="00ED2405" w:rsidRPr="004530F0">
        <w:t>odstraňování</w:t>
      </w:r>
    </w:p>
    <w:p w14:paraId="146FDF41" w14:textId="002C89D4" w:rsidR="0084491A" w:rsidRPr="004530F0" w:rsidRDefault="0084491A" w:rsidP="008F7209">
      <w:pPr>
        <w:pStyle w:val="Odrka1-2-"/>
        <w:spacing w:after="0"/>
      </w:pPr>
      <w:r w:rsidRPr="004530F0">
        <w:t xml:space="preserve">Revize, prohlídky a zkoušky určených technických </w:t>
      </w:r>
      <w:r w:rsidR="00ED2405" w:rsidRPr="004530F0">
        <w:t>zařízení v provozu</w:t>
      </w:r>
    </w:p>
    <w:p w14:paraId="39CFBBE0" w14:textId="3357DEB4" w:rsidR="0084491A" w:rsidRPr="004530F0" w:rsidRDefault="00F26ECE" w:rsidP="0084491A">
      <w:pPr>
        <w:pStyle w:val="Textbezslovn"/>
        <w:ind w:left="1077"/>
      </w:pPr>
      <w:r w:rsidRPr="004530F0" w:rsidDel="00F26ECE">
        <w:t xml:space="preserve"> </w:t>
      </w:r>
    </w:p>
    <w:p w14:paraId="22A9BC6D" w14:textId="77777777" w:rsidR="0035531B" w:rsidRPr="004530F0" w:rsidRDefault="0035531B" w:rsidP="00092CC9">
      <w:pPr>
        <w:pStyle w:val="Odrka1-1"/>
      </w:pPr>
      <w:r w:rsidRPr="004530F0">
        <w:t>Odborná způsobilost:</w:t>
      </w:r>
    </w:p>
    <w:p w14:paraId="104FFC93" w14:textId="77777777" w:rsidR="0023206D" w:rsidRPr="004530F0" w:rsidRDefault="0035531B" w:rsidP="007C6A1C">
      <w:pPr>
        <w:pStyle w:val="Odrka1-2-"/>
      </w:pPr>
      <w:r w:rsidRPr="004530F0">
        <w:t>Zadavatel požaduje předložení dokladu</w:t>
      </w:r>
      <w:r w:rsidR="00092CC9" w:rsidRPr="004530F0">
        <w:t xml:space="preserve"> o </w:t>
      </w:r>
      <w:r w:rsidRPr="004530F0">
        <w:t>autorizaci</w:t>
      </w:r>
      <w:r w:rsidR="00092CC9" w:rsidRPr="004530F0">
        <w:t xml:space="preserve"> v </w:t>
      </w:r>
      <w:r w:rsidRPr="004530F0">
        <w:t xml:space="preserve">rozsahu dle § 5 odst. 3 písm. </w:t>
      </w:r>
    </w:p>
    <w:p w14:paraId="67995B1B" w14:textId="77777777" w:rsidR="0023206D" w:rsidRPr="004530F0" w:rsidRDefault="0023206D" w:rsidP="0023206D">
      <w:pPr>
        <w:pStyle w:val="Odrka1-2-"/>
        <w:numPr>
          <w:ilvl w:val="0"/>
          <w:numId w:val="0"/>
        </w:numPr>
        <w:ind w:left="1531"/>
      </w:pPr>
      <w:r w:rsidRPr="004530F0">
        <w:rPr>
          <w:b/>
        </w:rPr>
        <w:t>a)</w:t>
      </w:r>
      <w:r w:rsidRPr="004530F0">
        <w:t xml:space="preserve"> pozemní stavby</w:t>
      </w:r>
    </w:p>
    <w:p w14:paraId="0149147F" w14:textId="77777777" w:rsidR="0023206D" w:rsidRPr="004530F0" w:rsidRDefault="0023206D" w:rsidP="0023206D">
      <w:pPr>
        <w:pStyle w:val="Odrka1-2-"/>
        <w:numPr>
          <w:ilvl w:val="0"/>
          <w:numId w:val="0"/>
        </w:numPr>
        <w:ind w:left="1531"/>
      </w:pPr>
      <w:r w:rsidRPr="004530F0">
        <w:rPr>
          <w:b/>
        </w:rPr>
        <w:t>e)</w:t>
      </w:r>
      <w:r w:rsidRPr="004530F0">
        <w:t xml:space="preserve"> technologická zařízení staveb</w:t>
      </w:r>
    </w:p>
    <w:p w14:paraId="6BA3FF03" w14:textId="77777777" w:rsidR="0023206D" w:rsidRPr="004530F0" w:rsidRDefault="0023206D" w:rsidP="0023206D">
      <w:pPr>
        <w:pStyle w:val="Odrka1-2-"/>
        <w:numPr>
          <w:ilvl w:val="0"/>
          <w:numId w:val="0"/>
        </w:numPr>
        <w:ind w:left="1531"/>
      </w:pPr>
      <w:r w:rsidRPr="004530F0">
        <w:rPr>
          <w:b/>
        </w:rPr>
        <w:t>f)</w:t>
      </w:r>
      <w:r w:rsidRPr="004530F0">
        <w:t xml:space="preserve"> technika prostředí staveb - specializace technická zařízení, nebo specializace vytápění a vzduchotechnika a specializace zdravotní technika</w:t>
      </w:r>
    </w:p>
    <w:p w14:paraId="0D7AFCBF" w14:textId="77777777" w:rsidR="0023206D" w:rsidRPr="004530F0" w:rsidRDefault="0023206D" w:rsidP="0023206D">
      <w:pPr>
        <w:pStyle w:val="Odrka1-2-"/>
        <w:numPr>
          <w:ilvl w:val="0"/>
          <w:numId w:val="0"/>
        </w:numPr>
        <w:ind w:left="1531"/>
      </w:pPr>
      <w:r w:rsidRPr="004530F0">
        <w:rPr>
          <w:b/>
        </w:rPr>
        <w:t>f)</w:t>
      </w:r>
      <w:r w:rsidRPr="004530F0">
        <w:t xml:space="preserve"> technika prostředí staveb - specializace elektrotechnická zařízení</w:t>
      </w:r>
    </w:p>
    <w:p w14:paraId="18852116" w14:textId="6EE10BEB" w:rsidR="0035531B" w:rsidRPr="004530F0" w:rsidRDefault="0035531B" w:rsidP="0023206D">
      <w:pPr>
        <w:pStyle w:val="Odrka1-2-"/>
        <w:numPr>
          <w:ilvl w:val="0"/>
          <w:numId w:val="0"/>
        </w:numPr>
        <w:ind w:left="1531"/>
      </w:pPr>
      <w:r w:rsidRPr="004530F0">
        <w:t>zákona č. 360/1992 Sb.,</w:t>
      </w:r>
      <w:r w:rsidR="00092CC9" w:rsidRPr="004530F0">
        <w:t xml:space="preserve"> o </w:t>
      </w:r>
      <w:r w:rsidRPr="004530F0">
        <w:t>výkonu povolání autorizovaných architektů</w:t>
      </w:r>
      <w:r w:rsidR="00845C50" w:rsidRPr="004530F0">
        <w:t xml:space="preserve"> a</w:t>
      </w:r>
      <w:r w:rsidR="00092CC9" w:rsidRPr="004530F0">
        <w:t xml:space="preserve"> o </w:t>
      </w:r>
      <w:r w:rsidRPr="004530F0">
        <w:t>výkonu povolání autorizovaných inženýrů</w:t>
      </w:r>
      <w:r w:rsidR="00845C50" w:rsidRPr="004530F0">
        <w:t xml:space="preserve"> a </w:t>
      </w:r>
      <w:r w:rsidRPr="004530F0">
        <w:t>techniků činných ve výstavbě, ve znění pozdějších předpisů.</w:t>
      </w:r>
    </w:p>
    <w:p w14:paraId="093C980F" w14:textId="5C698F36" w:rsidR="0035531B" w:rsidRDefault="00FD4743" w:rsidP="007C6A1C">
      <w:pPr>
        <w:pStyle w:val="Textbezslovn"/>
        <w:spacing w:before="240"/>
        <w:ind w:left="1077"/>
      </w:pPr>
      <w:r w:rsidRPr="004530F0">
        <w:t>Je-li dodavatel fyzickou osobou, musí odbornou způsobilost splňovat buď sám, nebo prostřednictvím jiné fyzické osoby (zaměstnanec nebo jiná s dodavatelem spolupracující osoba). Je-li dodavatel právnickou osobou</w:t>
      </w:r>
      <w:r w:rsidRPr="00FD4743">
        <w:t>,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5AD4CB07" w:rsidR="007C6A1C" w:rsidRPr="004530F0"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ust. § 5 odst. 3 písm. a) zákona č. 360/1992 Sb., o výkonu povolání autorizovaných architektů a o výkonu povolání </w:t>
      </w:r>
      <w:r w:rsidR="009E7C45" w:rsidRPr="004530F0">
        <w:rPr>
          <w:rFonts w:ascii="Verdana" w:eastAsia="Verdana" w:hAnsi="Verdana" w:cs="Times New Roman"/>
          <w:color w:val="000000"/>
        </w:rPr>
        <w:t xml:space="preserve">autorizovaných inženýrů a techniků činných ve výstavbě, ve znění pozdějších předpisů </w:t>
      </w:r>
      <w:r w:rsidR="009E7C45" w:rsidRPr="004530F0">
        <w:t xml:space="preserve">(dále jen „autorizační zákon“), </w:t>
      </w:r>
      <w:r w:rsidR="009E7C45" w:rsidRPr="004530F0">
        <w:rPr>
          <w:rFonts w:ascii="Verdana" w:eastAsia="Verdana" w:hAnsi="Verdana" w:cs="Times New Roman"/>
          <w:color w:val="000000"/>
        </w:rPr>
        <w:t xml:space="preserve">a to </w:t>
      </w:r>
      <w:r w:rsidR="009E7C45" w:rsidRPr="004530F0">
        <w:rPr>
          <w:rFonts w:ascii="Verdana" w:eastAsia="Verdana" w:hAnsi="Verdana" w:cs="Times New Roman"/>
          <w:b/>
          <w:bCs/>
          <w:color w:val="000000"/>
        </w:rPr>
        <w:t>s výjimkou</w:t>
      </w:r>
      <w:r w:rsidR="009E7C45" w:rsidRPr="004530F0">
        <w:rPr>
          <w:rFonts w:ascii="Verdana" w:eastAsia="Verdana" w:hAnsi="Verdana" w:cs="Times New Roman"/>
          <w:color w:val="000000"/>
        </w:rPr>
        <w:t xml:space="preserve"> budov a hal pro výrobu, staveb pro zemědělství, skladování a staveb průmyslových, </w:t>
      </w:r>
      <w:r w:rsidR="009E7C45" w:rsidRPr="004530F0">
        <w:t>poskytnutých dodavatelem</w:t>
      </w:r>
      <w:r w:rsidR="009E7C45" w:rsidRPr="004530F0">
        <w:rPr>
          <w:rFonts w:ascii="Verdana" w:eastAsia="Verdana" w:hAnsi="Verdana" w:cs="Times New Roman"/>
          <w:color w:val="000000"/>
        </w:rPr>
        <w:t xml:space="preserve"> </w:t>
      </w:r>
      <w:r w:rsidRPr="004530F0">
        <w:t>za posledních 5 let před zahájením výběrového řízení (dále jako „</w:t>
      </w:r>
      <w:r w:rsidRPr="004530F0">
        <w:rPr>
          <w:b/>
        </w:rPr>
        <w:t>stavební práce</w:t>
      </w:r>
      <w:r w:rsidRPr="004530F0">
        <w:t xml:space="preserve">“). </w:t>
      </w:r>
    </w:p>
    <w:p w14:paraId="3665587F" w14:textId="77777777" w:rsidR="002A5411" w:rsidRPr="004530F0" w:rsidRDefault="007C6A1C" w:rsidP="007C6A1C">
      <w:pPr>
        <w:pStyle w:val="Textbezslovn"/>
      </w:pPr>
      <w:r w:rsidRPr="004530F0">
        <w:lastRenderedPageBreak/>
        <w:t xml:space="preserve">Zadavatel požaduje, aby dodavatel předložil i </w:t>
      </w:r>
      <w:r w:rsidRPr="004530F0">
        <w:rPr>
          <w:b/>
        </w:rPr>
        <w:t>osvědčení objednatelů</w:t>
      </w:r>
      <w:r w:rsidRPr="004530F0">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2A5411" w:rsidRPr="004530F0">
        <w:t>:</w:t>
      </w:r>
    </w:p>
    <w:p w14:paraId="60C29CF9" w14:textId="293436A0" w:rsidR="002A5411" w:rsidRPr="004530F0" w:rsidRDefault="002A5411" w:rsidP="00A132D2">
      <w:pPr>
        <w:pStyle w:val="Textbezslovn"/>
        <w:numPr>
          <w:ilvl w:val="0"/>
          <w:numId w:val="16"/>
        </w:numPr>
      </w:pPr>
      <w:r w:rsidRPr="004530F0">
        <w:t xml:space="preserve">alespoň </w:t>
      </w:r>
      <w:r w:rsidRPr="004530F0">
        <w:rPr>
          <w:b/>
        </w:rPr>
        <w:t>dvě</w:t>
      </w:r>
      <w:r w:rsidRPr="004530F0">
        <w:t xml:space="preserve"> stavební práce spočívající v provedení novostavby, rekonstrukce nebo opravy na výše uvedených pozemních stavbách:</w:t>
      </w:r>
    </w:p>
    <w:p w14:paraId="250CEBBA" w14:textId="2AB1BC8B" w:rsidR="002A5411" w:rsidRDefault="002A5411" w:rsidP="002A5411">
      <w:pPr>
        <w:pStyle w:val="Odrka1-2-"/>
      </w:pPr>
      <w:r w:rsidRPr="004530F0">
        <w:t xml:space="preserve">u nichž </w:t>
      </w:r>
      <w:r w:rsidRPr="004530F0">
        <w:rPr>
          <w:b/>
        </w:rPr>
        <w:t>hodnota</w:t>
      </w:r>
      <w:r w:rsidRPr="004530F0">
        <w:t xml:space="preserve"> </w:t>
      </w:r>
      <w:r w:rsidRPr="004530F0">
        <w:rPr>
          <w:b/>
        </w:rPr>
        <w:t>každé jednotlivé</w:t>
      </w:r>
      <w:r w:rsidRPr="004530F0">
        <w:t xml:space="preserve"> stavební práce, včetně případných poddodávek, musí dosahovat alespoň </w:t>
      </w:r>
      <w:r w:rsidR="000739BE" w:rsidRPr="004530F0">
        <w:rPr>
          <w:b/>
        </w:rPr>
        <w:t>10</w:t>
      </w:r>
      <w:r w:rsidR="000739BE" w:rsidRPr="000739BE">
        <w:rPr>
          <w:b/>
        </w:rPr>
        <w:t> 000 000,-</w:t>
      </w:r>
      <w:r>
        <w:t xml:space="preserve"> </w:t>
      </w:r>
      <w:r w:rsidRPr="00D13174">
        <w:rPr>
          <w:b/>
        </w:rPr>
        <w:t>Kč</w:t>
      </w:r>
      <w:r>
        <w:t xml:space="preserve"> bez DPH</w:t>
      </w:r>
      <w:r w:rsidRPr="00BB78CB">
        <w:t>,</w:t>
      </w:r>
      <w:r w:rsidR="00D85F52" w:rsidRPr="00BB78CB">
        <w:t xml:space="preserve"> (čás</w:t>
      </w:r>
      <w:r w:rsidR="00D85F52" w:rsidRPr="00D85F52">
        <w:t>tka Kč se vztahuje k hodnotě novostavby, rekonstrukce nebo op</w:t>
      </w:r>
      <w:r w:rsidR="005151C4">
        <w:t>ravy požadované pozemní stavby).</w:t>
      </w:r>
    </w:p>
    <w:p w14:paraId="7F9AE86C" w14:textId="77777777" w:rsidR="00A57D45" w:rsidRPr="00D85F52" w:rsidRDefault="00A57D45" w:rsidP="00A57D45">
      <w:pPr>
        <w:pStyle w:val="Odrka1-2-"/>
        <w:numPr>
          <w:ilvl w:val="0"/>
          <w:numId w:val="0"/>
        </w:numPr>
        <w:ind w:left="1531"/>
      </w:pP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2E2274F4"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Pr="004530F0"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w:t>
      </w:r>
      <w:r w:rsidRPr="00F95A2C">
        <w:lastRenderedPageBreak/>
        <w:t xml:space="preserve">musí obsahovat údaj o tom, zda byly tyto stavební práce provedeny řádně. V předloženém osvědčení musí být vždy uvedeny identifikační údaje dodavatele, jemuž bylo osvědčení </w:t>
      </w:r>
      <w:r w:rsidRPr="004530F0">
        <w:t>vydáno, resp. dodavatele, který stavební práce provedl. Seznam i osvědčení musí být předloženy i v případě, že byla objednatelem Správa železni</w:t>
      </w:r>
      <w:r w:rsidR="00686179" w:rsidRPr="004530F0">
        <w:t>c</w:t>
      </w:r>
      <w:r w:rsidRPr="004530F0">
        <w:t>, státní organizace</w:t>
      </w:r>
      <w:r w:rsidR="0035531B" w:rsidRPr="004530F0">
        <w:t>.</w:t>
      </w:r>
    </w:p>
    <w:p w14:paraId="21584BF7" w14:textId="77777777" w:rsidR="00AF4A09" w:rsidRPr="004530F0" w:rsidRDefault="00AF4A09" w:rsidP="002C04EE">
      <w:pPr>
        <w:pStyle w:val="Textbezslovn"/>
      </w:pPr>
      <w:r w:rsidRPr="004530F0">
        <w:t xml:space="preserve">Doba </w:t>
      </w:r>
      <w:r w:rsidR="00C609F0" w:rsidRPr="004530F0">
        <w:t xml:space="preserve">posledních </w:t>
      </w:r>
      <w:r w:rsidRPr="004530F0">
        <w:t xml:space="preserve">5 let </w:t>
      </w:r>
      <w:r w:rsidR="00C609F0" w:rsidRPr="004530F0">
        <w:t xml:space="preserve">před zahájením výběrového řízení </w:t>
      </w:r>
      <w:r w:rsidRPr="004530F0">
        <w:t xml:space="preserve">se </w:t>
      </w:r>
      <w:r w:rsidR="00C609F0" w:rsidRPr="004530F0">
        <w:t xml:space="preserve">pro účely prokázání technické kvalifikace ohledně referenčních zakázek </w:t>
      </w:r>
      <w:r w:rsidRPr="004530F0">
        <w:t xml:space="preserve">považuje za splněnou, pokud byly stavební práce </w:t>
      </w:r>
      <w:r w:rsidR="00C609F0" w:rsidRPr="004530F0">
        <w:t xml:space="preserve">dokončeny </w:t>
      </w:r>
      <w:r w:rsidRPr="004530F0">
        <w:t>v průběhu této doby</w:t>
      </w:r>
      <w:r w:rsidR="00C609F0" w:rsidRPr="004530F0">
        <w:t xml:space="preserve"> nebo kdykoli po zahájení výběrového řízení, včetně doby po podání nabídek, a to nejpozději do doby zadavatelem případně stanovené k předložení údajů a dokladů dle bodu 16.3 této Výzvy. P</w:t>
      </w:r>
      <w:r w:rsidRPr="004530F0">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Pr="004530F0" w:rsidRDefault="00AF4A09" w:rsidP="002C04EE">
      <w:pPr>
        <w:pStyle w:val="Textbezslovn"/>
      </w:pPr>
      <w:r w:rsidRPr="004530F0">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31DA6B97" w14:textId="77777777" w:rsidR="00AF4A09" w:rsidRDefault="00AF4A09" w:rsidP="00AF4A09">
      <w:pPr>
        <w:pStyle w:val="Textbezslovn"/>
      </w:pPr>
      <w:r w:rsidRPr="004530F0">
        <w:t>Dodavatel může použít k prokázání splnění kritéria kvalifikace</w:t>
      </w:r>
      <w:r>
        <w:t xml:space="preserv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w:t>
      </w:r>
      <w:r>
        <w:lastRenderedPageBreak/>
        <w:t>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6E5B8AC4"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5D7D4B53" w14:textId="3A222ABE" w:rsidR="00AF4A09" w:rsidRDefault="00AF4A09" w:rsidP="003A4B27">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3A4B27">
        <w:t>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3ED831FD"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nebo opravu pozemní stavby ve smyslu ust. § 5 odst. 3 písm. a) autorizačního zákona, s výjimkou budov a hal pro výrobu, staveb pro zemědělství, skladování a staveb průmyslových,</w:t>
      </w:r>
      <w:r w:rsidRPr="00FD7287">
        <w:t xml:space="preserve"> v hodnotě nejméně </w:t>
      </w:r>
      <w:r w:rsidR="00C00495" w:rsidRPr="00C00495">
        <w:rPr>
          <w:b/>
        </w:rPr>
        <w:t>10 000</w:t>
      </w:r>
      <w:r w:rsidR="00C00495">
        <w:rPr>
          <w:b/>
        </w:rPr>
        <w:t> </w:t>
      </w:r>
      <w:r w:rsidR="00C00495" w:rsidRPr="00C00495">
        <w:rPr>
          <w:b/>
        </w:rPr>
        <w:t>000</w:t>
      </w:r>
      <w:r w:rsidR="00C00495">
        <w:rPr>
          <w:b/>
        </w:rPr>
        <w:t>,-</w:t>
      </w:r>
      <w:r w:rsidRPr="00FD7287">
        <w:rPr>
          <w:b/>
        </w:rPr>
        <w:t xml:space="preserve"> Kč</w:t>
      </w:r>
      <w:r w:rsidRPr="00FD7287">
        <w:t xml:space="preserve"> bez DPH</w:t>
      </w:r>
      <w:r w:rsidRPr="00BB78CB">
        <w:t>, (částk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w:t>
      </w:r>
      <w:r w:rsidR="00C00495">
        <w:t>řed zahájením výběrového řízení</w:t>
      </w:r>
      <w:r w:rsidRPr="00FD7287">
        <w:t>;</w:t>
      </w:r>
    </w:p>
    <w:p w14:paraId="05915812" w14:textId="2E62EEAA" w:rsidR="00A119EC" w:rsidRPr="00FD7287" w:rsidRDefault="00A119EC" w:rsidP="00A119EC">
      <w:pPr>
        <w:pStyle w:val="Odrka1-2-"/>
      </w:pPr>
      <w:r w:rsidRPr="00FD7287">
        <w:t xml:space="preserve">musí předložit doklad o autorizaci v rozsahu dle § 5 odst. 3 písm. a) </w:t>
      </w:r>
      <w:r w:rsidR="00972EF6" w:rsidRPr="00FD7287">
        <w:t xml:space="preserve">autorizačního </w:t>
      </w:r>
      <w:r w:rsidRPr="00FD7287">
        <w:t>zákona, tedy v oboru pozemní stavby;</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0BCBC90E" w14:textId="77777777" w:rsidR="00A119EC" w:rsidRPr="00FD7287" w:rsidRDefault="00A119EC" w:rsidP="00A119EC">
      <w:pPr>
        <w:pStyle w:val="Odrka1-2-"/>
      </w:pPr>
      <w:r w:rsidRPr="00FD7287">
        <w:t>minimálně středoškolské vzdělání;</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4720DFA4" w:rsidR="00A119EC" w:rsidRDefault="00A119EC" w:rsidP="00A119EC">
      <w:pPr>
        <w:pStyle w:val="Odrka1-2-"/>
      </w:pPr>
      <w:r w:rsidRPr="00FD7287">
        <w:t xml:space="preserve">zkušenost s realizací alespoň jedné zakázky na stavební práce, </w:t>
      </w:r>
      <w:r w:rsidR="00B62EAA" w:rsidRPr="00FD7287">
        <w:t xml:space="preserve">jež zahrnovala novostavbu, rekonstrukci nebo opravu pozemní stavby ve smyslu ust. § 5 odst. 3 písm. a) autorizačního zákona, s výjimkou budov a hal pro výrobu, staveb pro zemědělství, skladování a staveb průmyslových, v </w:t>
      </w:r>
      <w:r w:rsidRPr="00FD7287">
        <w:t xml:space="preserve">hodnotě nejméně </w:t>
      </w:r>
      <w:r w:rsidR="00C00495" w:rsidRPr="005D160B">
        <w:rPr>
          <w:b/>
        </w:rPr>
        <w:t>10 000</w:t>
      </w:r>
      <w:r w:rsidR="00C00495">
        <w:rPr>
          <w:b/>
        </w:rPr>
        <w:t> </w:t>
      </w:r>
      <w:r w:rsidR="00C00495" w:rsidRPr="005D160B">
        <w:rPr>
          <w:b/>
        </w:rPr>
        <w:t>000</w:t>
      </w:r>
      <w:r w:rsidR="00C00495">
        <w:rPr>
          <w:b/>
        </w:rPr>
        <w:t>,-</w:t>
      </w:r>
      <w:r w:rsidRPr="00FD7287">
        <w:rPr>
          <w:b/>
        </w:rPr>
        <w:t xml:space="preserve"> 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a to v posledních 10 letech p</w:t>
      </w:r>
      <w:r w:rsidR="00C00495">
        <w:t>řed zahájením výběrového řízení</w:t>
      </w:r>
      <w:r w:rsidRPr="00FD7287">
        <w:t>;</w:t>
      </w:r>
    </w:p>
    <w:p w14:paraId="5B6C3589" w14:textId="77777777" w:rsidR="00A14260" w:rsidRPr="00A14260" w:rsidRDefault="00A14260" w:rsidP="00A14260">
      <w:pPr>
        <w:pStyle w:val="Odrka1-2-"/>
      </w:pPr>
      <w:r w:rsidRPr="00A14260">
        <w:t>musí předložit doklad o autorizaci v rozsahu dle § 5 odst. 3 písm. a) autorizačního zákona, tedy v oboru pozemní stavby;</w:t>
      </w:r>
    </w:p>
    <w:p w14:paraId="1D0B9505" w14:textId="77777777" w:rsidR="003A568C" w:rsidRPr="00F43E82" w:rsidRDefault="00A119EC" w:rsidP="003A568C">
      <w:pPr>
        <w:pStyle w:val="Odstavec1-1a"/>
        <w:rPr>
          <w:rStyle w:val="Tun9b"/>
        </w:rPr>
      </w:pPr>
      <w:r w:rsidRPr="00F43E82">
        <w:rPr>
          <w:rStyle w:val="Tun9b"/>
        </w:rPr>
        <w:lastRenderedPageBreak/>
        <w:t>specialista (vedoucí prací) na technická zařízení budov</w:t>
      </w:r>
      <w:r w:rsidR="003A568C" w:rsidRPr="00F43E82">
        <w:rPr>
          <w:rStyle w:val="Tun9b"/>
        </w:rPr>
        <w:t xml:space="preserve"> - vytápění a vzduchotechnika</w:t>
      </w:r>
    </w:p>
    <w:p w14:paraId="60609A23" w14:textId="77777777" w:rsidR="00A119EC" w:rsidRPr="00F43E82" w:rsidRDefault="00A119EC" w:rsidP="003A568C">
      <w:pPr>
        <w:pStyle w:val="Odrka1-2-"/>
      </w:pPr>
      <w:r w:rsidRPr="00F43E82">
        <w:t>minimálně středoškolské vzdělání;</w:t>
      </w:r>
    </w:p>
    <w:p w14:paraId="750608D4" w14:textId="77777777" w:rsidR="00A119EC" w:rsidRPr="00F43E82" w:rsidRDefault="00A119EC" w:rsidP="00A119EC">
      <w:pPr>
        <w:pStyle w:val="Odrka1-2-"/>
      </w:pPr>
      <w:r w:rsidRPr="00F43E82">
        <w:t xml:space="preserve">nejméně 5 let praxe v oboru své specializace </w:t>
      </w:r>
      <w:r w:rsidR="000435FD" w:rsidRPr="00F43E82">
        <w:t xml:space="preserve">(vytápění a vzduchotechnika) </w:t>
      </w:r>
      <w:r w:rsidRPr="00F43E82">
        <w:t>při provádění staveb;</w:t>
      </w:r>
    </w:p>
    <w:p w14:paraId="038D9E3C" w14:textId="77777777" w:rsidR="00A119EC" w:rsidRPr="00F43E82" w:rsidRDefault="00A119EC" w:rsidP="00A119EC">
      <w:pPr>
        <w:pStyle w:val="Odrka1-2-"/>
      </w:pPr>
      <w:r w:rsidRPr="00F43E82">
        <w:t xml:space="preserve">musí předložit doklad o autorizaci v rozsahu dle § 5 odst. 3 písm. f) </w:t>
      </w:r>
      <w:r w:rsidR="00CF59B0" w:rsidRPr="00F43E82">
        <w:t xml:space="preserve">v oboru technika prostředí staveb - specializace technická zařízení </w:t>
      </w:r>
      <w:r w:rsidRPr="00F43E82">
        <w:t xml:space="preserve">nebo </w:t>
      </w:r>
      <w:r w:rsidR="00CF59B0" w:rsidRPr="00F43E82">
        <w:t>specializace vytápění a vzduchotechnika</w:t>
      </w:r>
      <w:r w:rsidR="0095570C" w:rsidRPr="00F43E82">
        <w:t xml:space="preserve"> </w:t>
      </w:r>
      <w:r w:rsidRPr="00F43E82">
        <w:t>autorizačního zákona;</w:t>
      </w:r>
    </w:p>
    <w:p w14:paraId="6AFC28F4" w14:textId="77777777" w:rsidR="003A568C" w:rsidRPr="00F43E82" w:rsidRDefault="003A568C" w:rsidP="003A568C">
      <w:pPr>
        <w:pStyle w:val="Odstavec1-1a"/>
        <w:rPr>
          <w:rStyle w:val="Tun9b"/>
        </w:rPr>
      </w:pPr>
      <w:r w:rsidRPr="00F43E82">
        <w:rPr>
          <w:rStyle w:val="Tun9b"/>
        </w:rPr>
        <w:t xml:space="preserve">specialista (vedoucí prací) na technická zařízení budov </w:t>
      </w:r>
      <w:r w:rsidR="00200E6E" w:rsidRPr="00F43E82">
        <w:rPr>
          <w:rStyle w:val="Tun9b"/>
        </w:rPr>
        <w:t>-</w:t>
      </w:r>
      <w:r w:rsidRPr="00F43E82">
        <w:rPr>
          <w:rStyle w:val="Tun9b"/>
        </w:rPr>
        <w:t xml:space="preserve"> zdravotní technika</w:t>
      </w:r>
    </w:p>
    <w:p w14:paraId="66BC0B94" w14:textId="77777777" w:rsidR="003A568C" w:rsidRPr="00F43E82" w:rsidRDefault="003A568C" w:rsidP="003A568C">
      <w:pPr>
        <w:pStyle w:val="Odrka1-2-"/>
      </w:pPr>
      <w:r w:rsidRPr="00F43E82">
        <w:t>minimálně středoškolské vzdělání;</w:t>
      </w:r>
    </w:p>
    <w:p w14:paraId="57151F2E" w14:textId="77777777" w:rsidR="003A568C" w:rsidRPr="00F43E82" w:rsidRDefault="003A568C" w:rsidP="003A568C">
      <w:pPr>
        <w:pStyle w:val="Odrka1-2-"/>
      </w:pPr>
      <w:r w:rsidRPr="00F43E82">
        <w:t xml:space="preserve">nejméně 5 let praxe v oboru své specializace </w:t>
      </w:r>
      <w:r w:rsidR="000435FD" w:rsidRPr="00F43E82">
        <w:t xml:space="preserve">(zdravotní technika) </w:t>
      </w:r>
      <w:r w:rsidRPr="00F43E82">
        <w:t>při provádění staveb;</w:t>
      </w:r>
    </w:p>
    <w:p w14:paraId="605A0F8F" w14:textId="77777777" w:rsidR="003A568C" w:rsidRPr="00F43E82" w:rsidRDefault="003A568C" w:rsidP="003A568C">
      <w:pPr>
        <w:pStyle w:val="Odrka1-2-"/>
      </w:pPr>
      <w:r w:rsidRPr="00F43E82">
        <w:t xml:space="preserve">musí předložit doklad o autorizaci v rozsahu dle § 5 odst. 3 písm. f) </w:t>
      </w:r>
      <w:r w:rsidR="00CF59B0" w:rsidRPr="00F43E82">
        <w:t xml:space="preserve">v oboru technika prostředí staveb - specializace technická zařízení </w:t>
      </w:r>
      <w:r w:rsidRPr="00F43E82">
        <w:t xml:space="preserve">nebo </w:t>
      </w:r>
      <w:r w:rsidR="00CF59B0" w:rsidRPr="00F43E82">
        <w:t xml:space="preserve">specializace zdravotní technika </w:t>
      </w:r>
      <w:r w:rsidRPr="00F43E82">
        <w:t>autorizačního zákona;</w:t>
      </w:r>
    </w:p>
    <w:p w14:paraId="7A13D7B5" w14:textId="77777777" w:rsidR="00A119EC" w:rsidRPr="00F43E82" w:rsidRDefault="00A119EC" w:rsidP="00A119EC">
      <w:pPr>
        <w:pStyle w:val="Odstavec1-1a"/>
        <w:rPr>
          <w:rStyle w:val="Tun9b"/>
        </w:rPr>
      </w:pPr>
      <w:r w:rsidRPr="00F43E82">
        <w:rPr>
          <w:rStyle w:val="Tun9b"/>
        </w:rPr>
        <w:t>specialista (vedoucí prací) na elektrotechnická zařízení</w:t>
      </w:r>
    </w:p>
    <w:p w14:paraId="66473722" w14:textId="77777777" w:rsidR="00A119EC" w:rsidRPr="00F43E82" w:rsidRDefault="00A119EC" w:rsidP="00A119EC">
      <w:pPr>
        <w:pStyle w:val="Odrka1-2-"/>
      </w:pPr>
      <w:r w:rsidRPr="00F43E82">
        <w:t>minimálně středoškolské vzdělání;</w:t>
      </w:r>
    </w:p>
    <w:p w14:paraId="551B0145" w14:textId="77777777" w:rsidR="00A119EC" w:rsidRPr="00F43E82" w:rsidRDefault="00A119EC" w:rsidP="00A119EC">
      <w:pPr>
        <w:pStyle w:val="Odrka1-2-"/>
      </w:pPr>
      <w:r w:rsidRPr="00F43E82">
        <w:t xml:space="preserve">nejméně 5 let praxe v oboru své specializace </w:t>
      </w:r>
      <w:r w:rsidR="000435FD" w:rsidRPr="00F43E82">
        <w:t xml:space="preserve">(elektrotechnická zařízení) </w:t>
      </w:r>
      <w:r w:rsidRPr="00F43E82">
        <w:t>při provádění staveb;</w:t>
      </w:r>
    </w:p>
    <w:p w14:paraId="080C9FD1" w14:textId="77777777" w:rsidR="00A119EC" w:rsidRPr="00F43E82" w:rsidRDefault="00A119EC" w:rsidP="00A119EC">
      <w:pPr>
        <w:pStyle w:val="Odrka1-2-"/>
      </w:pPr>
      <w:r w:rsidRPr="00F43E82">
        <w:t xml:space="preserve">musí předložit doklad o autorizaci v rozsahu dle § 5 odst. 3 písm. f) </w:t>
      </w:r>
      <w:r w:rsidR="00CF59B0" w:rsidRPr="00F43E82">
        <w:t xml:space="preserve">v oboru technika prostředí staveb - specializace elektrotechnická zařízení </w:t>
      </w:r>
      <w:r w:rsidRPr="00F43E82">
        <w:t>autorizačního zákona;</w:t>
      </w:r>
    </w:p>
    <w:p w14:paraId="675BD00B" w14:textId="77777777" w:rsidR="00A119EC" w:rsidRPr="00F43E82" w:rsidRDefault="00A119EC" w:rsidP="00A119EC">
      <w:pPr>
        <w:pStyle w:val="Odstavec1-1a"/>
        <w:rPr>
          <w:rStyle w:val="Tun9b"/>
        </w:rPr>
      </w:pPr>
      <w:r w:rsidRPr="00F43E82">
        <w:rPr>
          <w:rStyle w:val="Tun9b"/>
        </w:rPr>
        <w:t>specialista (vedoucí prací) na zabezpečovací zařízení</w:t>
      </w:r>
    </w:p>
    <w:p w14:paraId="48491BE6" w14:textId="77777777" w:rsidR="00A119EC" w:rsidRPr="00F43E82" w:rsidRDefault="00A119EC" w:rsidP="00A119EC">
      <w:pPr>
        <w:pStyle w:val="Odrka1-2-"/>
      </w:pPr>
      <w:r w:rsidRPr="00F43E82">
        <w:t>minimálně středoškolské vzdělání;</w:t>
      </w:r>
    </w:p>
    <w:p w14:paraId="37C02198" w14:textId="77777777" w:rsidR="00A119EC" w:rsidRPr="00F43E82" w:rsidRDefault="00A119EC" w:rsidP="00A119EC">
      <w:pPr>
        <w:pStyle w:val="Odrka1-2-"/>
      </w:pPr>
      <w:r w:rsidRPr="00F43E82">
        <w:t xml:space="preserve">nejméně 5 let praxe v oboru své specializace </w:t>
      </w:r>
      <w:r w:rsidR="000435FD" w:rsidRPr="00F43E82">
        <w:t xml:space="preserve">(zabezpečovací zařízení) </w:t>
      </w:r>
      <w:r w:rsidRPr="00F43E82">
        <w:t>při provádění staveb;</w:t>
      </w:r>
    </w:p>
    <w:p w14:paraId="60D5924B" w14:textId="77777777" w:rsidR="00A119EC" w:rsidRPr="00F43E82" w:rsidRDefault="00A119EC" w:rsidP="00A119EC">
      <w:pPr>
        <w:pStyle w:val="Odrka1-2-"/>
      </w:pPr>
      <w:r w:rsidRPr="00F43E82">
        <w:t>musí předložit doklad o autorizaci v rozsahu dle § 5 odst. 3 písm. e) autorizačního zákona, tedy v oboru technologická zařízení staveb;</w:t>
      </w:r>
    </w:p>
    <w:p w14:paraId="7C5A2B6C" w14:textId="77777777" w:rsidR="005004DA" w:rsidRPr="00F43E82" w:rsidRDefault="005004DA" w:rsidP="005004DA">
      <w:pPr>
        <w:pStyle w:val="Odstavec1-1a"/>
        <w:rPr>
          <w:b/>
        </w:rPr>
      </w:pPr>
      <w:r w:rsidRPr="00F43E82">
        <w:rPr>
          <w:b/>
        </w:rPr>
        <w:t>specialista (vedoucí prací) na sdělovací zařízení</w:t>
      </w:r>
    </w:p>
    <w:p w14:paraId="2A40C8D2" w14:textId="77777777" w:rsidR="005004DA" w:rsidRPr="00F43E82" w:rsidRDefault="005004DA" w:rsidP="005004DA">
      <w:pPr>
        <w:pStyle w:val="Odrka1-2-"/>
      </w:pPr>
      <w:r w:rsidRPr="00F43E82">
        <w:t>minimálně středoškolské vzdělání;</w:t>
      </w:r>
    </w:p>
    <w:p w14:paraId="1264DA10" w14:textId="77777777" w:rsidR="005004DA" w:rsidRPr="00F43E82" w:rsidRDefault="005004DA" w:rsidP="005004DA">
      <w:pPr>
        <w:pStyle w:val="Odrka1-2-"/>
      </w:pPr>
      <w:r w:rsidRPr="00F43E82">
        <w:t xml:space="preserve">nejméně 5 let praxe v oboru své specializace </w:t>
      </w:r>
      <w:r w:rsidR="000435FD" w:rsidRPr="00F43E82">
        <w:t xml:space="preserve">(sdělovací zařízení) </w:t>
      </w:r>
      <w:r w:rsidRPr="00F43E82">
        <w:t>při provádění staveb;</w:t>
      </w:r>
    </w:p>
    <w:p w14:paraId="420E4D03" w14:textId="5B802C50" w:rsidR="005004DA" w:rsidRPr="00F43E82" w:rsidRDefault="005004DA" w:rsidP="005004DA">
      <w:pPr>
        <w:pStyle w:val="Odrka1-2-"/>
      </w:pPr>
      <w:r w:rsidRPr="00F43E82">
        <w:t>musí předložit doklad o autorizaci v rozsahu dle § 5 odst. 3 písm. e) autorizačního zákona, tedy v oboru technologická zařízení staveb</w:t>
      </w:r>
      <w:r w:rsidR="00E6502D" w:rsidRPr="00F43E82">
        <w:t>.</w:t>
      </w:r>
    </w:p>
    <w:p w14:paraId="0CA68865" w14:textId="7545D45C" w:rsidR="005004DA" w:rsidRPr="0045329B" w:rsidRDefault="005004DA" w:rsidP="00DD3E46">
      <w:pPr>
        <w:pStyle w:val="Textbezslovn"/>
        <w:ind w:left="0"/>
        <w:rPr>
          <w:rStyle w:val="Tun9b"/>
          <w:b w:val="0"/>
          <w:strike/>
        </w:rPr>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w:t>
      </w:r>
      <w:r w:rsidR="003708FA">
        <w:lastRenderedPageBreak/>
        <w:t xml:space="preserve">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8B70C7">
        <w:lastRenderedPageBreak/>
        <w:t xml:space="preserve">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4530F0"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 xml:space="preserve">provádí další </w:t>
      </w:r>
      <w:r w:rsidRPr="004530F0">
        <w:t>úkony</w:t>
      </w:r>
      <w:r w:rsidR="00845C50" w:rsidRPr="004530F0">
        <w:t xml:space="preserve"> s </w:t>
      </w:r>
      <w:r w:rsidRPr="004530F0">
        <w:t>touto činností spojené. Hostující osoba je povinna podat uznávacímu orgánu úplné oznámení podle zákona</w:t>
      </w:r>
      <w:r w:rsidR="00092CC9" w:rsidRPr="004530F0">
        <w:t xml:space="preserve"> o </w:t>
      </w:r>
      <w:r w:rsidRPr="004530F0">
        <w:t>uznávání odborné kvalifikace. Uznávací orgán může požadovat ověření odborné kvalifikace podle zákona</w:t>
      </w:r>
      <w:r w:rsidR="00092CC9" w:rsidRPr="004530F0">
        <w:t xml:space="preserve"> o </w:t>
      </w:r>
      <w:r w:rsidRPr="004530F0">
        <w:t>uznávání odborné kvalifikace.</w:t>
      </w:r>
      <w:r w:rsidR="007038DC" w:rsidRPr="004530F0">
        <w:t xml:space="preserve"> V</w:t>
      </w:r>
      <w:r w:rsidR="00092CC9" w:rsidRPr="004530F0">
        <w:t> </w:t>
      </w:r>
      <w:r w:rsidRPr="004530F0">
        <w:t>případě uznání odborné kvalifikace</w:t>
      </w:r>
      <w:r w:rsidR="00845C50" w:rsidRPr="004530F0">
        <w:t xml:space="preserve"> a </w:t>
      </w:r>
      <w:r w:rsidRPr="004530F0">
        <w:t>jiné způsobilosti osoby usazené nebo</w:t>
      </w:r>
      <w:r w:rsidR="00092CC9" w:rsidRPr="004530F0">
        <w:t xml:space="preserve"> v </w:t>
      </w:r>
      <w:r w:rsidRPr="004530F0">
        <w:t>případě splnění požadavků podle zákona</w:t>
      </w:r>
      <w:r w:rsidR="00092CC9" w:rsidRPr="004530F0">
        <w:t xml:space="preserve"> o </w:t>
      </w:r>
      <w:r w:rsidRPr="004530F0">
        <w:t>uznávání odborné kvalifikace osobou hostující, provede uznávací orgán bezodkladně zápis do seznamu registrovaných osob. Uznávací orgán stanoví svými vnitřními předpisy formu žádosti</w:t>
      </w:r>
      <w:r w:rsidR="00845C50" w:rsidRPr="004530F0">
        <w:t xml:space="preserve"> a </w:t>
      </w:r>
      <w:r w:rsidRPr="004530F0">
        <w:t>náležitosti předkládané dokumentace. Platné osvědčení</w:t>
      </w:r>
      <w:r w:rsidR="00092CC9" w:rsidRPr="004530F0">
        <w:t xml:space="preserve"> o </w:t>
      </w:r>
      <w:r w:rsidRPr="004530F0">
        <w:t>registraci osoby hostující nebo usazené dokládá vybraný dodavatel jako podmínku pro uzavření smlouvy.</w:t>
      </w:r>
    </w:p>
    <w:p w14:paraId="1D754AEB" w14:textId="77777777" w:rsidR="0035531B" w:rsidRPr="004530F0" w:rsidRDefault="0035531B" w:rsidP="0006499F">
      <w:pPr>
        <w:pStyle w:val="Odrka1-1"/>
        <w:spacing w:after="0"/>
      </w:pPr>
      <w:r w:rsidRPr="004530F0">
        <w:t>Informace</w:t>
      </w:r>
      <w:r w:rsidR="00BC6D2B" w:rsidRPr="004530F0">
        <w:t xml:space="preserve"> k </w:t>
      </w:r>
      <w:r w:rsidRPr="004530F0">
        <w:t>doložení pověření Ministerstva dopravy ČR</w:t>
      </w:r>
      <w:r w:rsidR="00BC6D2B" w:rsidRPr="004530F0">
        <w:t xml:space="preserve"> k </w:t>
      </w:r>
      <w:r w:rsidRPr="004530F0">
        <w:t>provádění technických prohlídek</w:t>
      </w:r>
      <w:r w:rsidR="00845C50" w:rsidRPr="004530F0">
        <w:t xml:space="preserve"> a </w:t>
      </w:r>
      <w:r w:rsidRPr="004530F0">
        <w:t>zkoušek určených technických zařízení (UTZ) dle § 47 odst. 4 zákona č. 266/1994 Sb.,</w:t>
      </w:r>
      <w:r w:rsidR="00092CC9" w:rsidRPr="004530F0">
        <w:t xml:space="preserve"> o </w:t>
      </w:r>
      <w:r w:rsidRPr="004530F0">
        <w:t>drahách, ve znění pozdějších předpisů: osoba žádající</w:t>
      </w:r>
      <w:r w:rsidR="00092CC9" w:rsidRPr="004530F0">
        <w:t xml:space="preserve"> o </w:t>
      </w:r>
      <w:r w:rsidRPr="004530F0">
        <w:t>uvedené pověření postupuje podle „Podmínek pro pověřování právnických osob podle § 47 odst. 4 zákona č. 266/1994 Sb.,</w:t>
      </w:r>
      <w:r w:rsidR="00092CC9" w:rsidRPr="004530F0">
        <w:t xml:space="preserve"> o </w:t>
      </w:r>
      <w:r w:rsidRPr="004530F0">
        <w:t>dráhách, ve znění pozdějších předpisů,</w:t>
      </w:r>
      <w:r w:rsidR="00BC6D2B" w:rsidRPr="004530F0">
        <w:t xml:space="preserve"> k </w:t>
      </w:r>
      <w:r w:rsidRPr="004530F0">
        <w:t>provádění technických prohlídek</w:t>
      </w:r>
      <w:r w:rsidR="00845C50" w:rsidRPr="004530F0">
        <w:t xml:space="preserve"> a </w:t>
      </w:r>
      <w:r w:rsidRPr="004530F0">
        <w:t>zkoušek určených technických zařízení“ stanovených Ministerstvem dopravy, jež jsou dostupné na internetových stránkách Ministerstva dopravy:</w:t>
      </w:r>
    </w:p>
    <w:p w14:paraId="37C7CB0D" w14:textId="77777777" w:rsidR="0035531B" w:rsidRPr="004530F0" w:rsidRDefault="00116C57" w:rsidP="0006499F">
      <w:pPr>
        <w:pStyle w:val="Textbezslovn"/>
        <w:ind w:left="1077"/>
      </w:pPr>
      <w:hyperlink r:id="rId20" w:history="1">
        <w:r w:rsidR="008D552B" w:rsidRPr="004530F0">
          <w:rPr>
            <w:rStyle w:val="Hypertextovodkaz"/>
            <w:rFonts w:cs="Calibri"/>
          </w:rPr>
          <w:t>http://www.mdcr.cz/cs/Drazni_doprava/Seznam_pravnickych_osob/</w:t>
        </w:r>
      </w:hyperlink>
      <w:r w:rsidR="0035531B" w:rsidRPr="004530F0">
        <w:t xml:space="preserve"> </w:t>
      </w:r>
    </w:p>
    <w:p w14:paraId="06C5759D" w14:textId="77777777" w:rsidR="0035531B" w:rsidRPr="004530F0" w:rsidRDefault="0035531B" w:rsidP="00686462">
      <w:pPr>
        <w:pStyle w:val="Textbezslovn"/>
        <w:spacing w:after="0"/>
        <w:ind w:left="1077"/>
      </w:pPr>
      <w:r w:rsidRPr="004530F0">
        <w:t>Doklady</w:t>
      </w:r>
      <w:r w:rsidR="00092CC9" w:rsidRPr="004530F0">
        <w:t xml:space="preserve"> o </w:t>
      </w:r>
      <w:r w:rsidRPr="004530F0">
        <w:t>splnění výše uvedených povinností dokládá vybraný dodavatel jako podmínku pro uzavření smlouvy.</w:t>
      </w:r>
    </w:p>
    <w:p w14:paraId="603DAAE0" w14:textId="2702EC11" w:rsidR="0035531B" w:rsidRPr="004530F0" w:rsidRDefault="0035531B" w:rsidP="0006499F">
      <w:pPr>
        <w:pStyle w:val="Textbezslovn"/>
        <w:ind w:left="1077"/>
      </w:pPr>
    </w:p>
    <w:p w14:paraId="38D13EF9" w14:textId="77777777" w:rsidR="0035531B" w:rsidRPr="004530F0" w:rsidRDefault="0035531B" w:rsidP="0035531B">
      <w:pPr>
        <w:pStyle w:val="Text1-1"/>
        <w:rPr>
          <w:rStyle w:val="Tun9b"/>
        </w:rPr>
      </w:pPr>
      <w:r w:rsidRPr="004530F0">
        <w:rPr>
          <w:rStyle w:val="Tun9b"/>
        </w:rPr>
        <w:t>Prokazování kvalifikace</w:t>
      </w:r>
      <w:r w:rsidR="00092CC9" w:rsidRPr="004530F0">
        <w:rPr>
          <w:rStyle w:val="Tun9b"/>
        </w:rPr>
        <w:t xml:space="preserve"> v </w:t>
      </w:r>
      <w:r w:rsidRPr="004530F0">
        <w:rPr>
          <w:rStyle w:val="Tun9b"/>
        </w:rPr>
        <w:t>případě společné účasti</w:t>
      </w:r>
      <w:r w:rsidR="00845C50" w:rsidRPr="004530F0">
        <w:rPr>
          <w:rStyle w:val="Tun9b"/>
        </w:rPr>
        <w:t xml:space="preserve"> a </w:t>
      </w:r>
      <w:r w:rsidRPr="004530F0">
        <w:rPr>
          <w:rStyle w:val="Tun9b"/>
        </w:rPr>
        <w:t>prostřednictvím jiných osob</w:t>
      </w:r>
    </w:p>
    <w:p w14:paraId="4E69AA00" w14:textId="77777777" w:rsidR="008B70C7" w:rsidRDefault="008B70C7" w:rsidP="008B70C7">
      <w:pPr>
        <w:pStyle w:val="Textbezslovn"/>
      </w:pPr>
      <w:r w:rsidRPr="004530F0">
        <w:t>V případě společné účasti dodavatelů prokazuje základní způsobilost a profesní způsobilost podle 8.2 a 8.3 první odrážka této</w:t>
      </w:r>
      <w:r>
        <w:t xml:space="preserve">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AD4BB9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109216876"/>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Pr="004530F0"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71CC3">
        <w:lastRenderedPageBreak/>
        <w:t xml:space="preserve">plnění veřejné zakázky. V případě, že do doby zadání veřejné zakázky dojde ke změně poddodavatelů, upraví se odpovídajícím způsobem i Seznam poddodavatelů. V Seznamu </w:t>
      </w:r>
      <w:r w:rsidRPr="004530F0">
        <w:t>budou uvedeni i poddodavatelé – fyzické osoby, které jsou členy odborného personálu dodavatele. Za poddodavatele povinně uváděné v seznamu poddodavatelů zadavatel nepovažuje osoby tvořící s dodavatelem koncern</w:t>
      </w:r>
      <w:r w:rsidR="0035531B" w:rsidRPr="004530F0">
        <w:t>.</w:t>
      </w:r>
    </w:p>
    <w:p w14:paraId="7F8C3938" w14:textId="5603F6D6" w:rsidR="0035531B" w:rsidRPr="004530F0" w:rsidRDefault="0035531B" w:rsidP="00193D8F">
      <w:pPr>
        <w:pStyle w:val="Odrka1-1"/>
      </w:pPr>
      <w:r w:rsidRPr="004530F0">
        <w:t>Harmonogram postupu prací uvádějící grafické znázornění, pořadí</w:t>
      </w:r>
      <w:r w:rsidR="00845C50" w:rsidRPr="004530F0">
        <w:t xml:space="preserve"> a </w:t>
      </w:r>
      <w:r w:rsidRPr="004530F0">
        <w:t xml:space="preserve">načasování hlavních činností, kterými dodavatel zamýšlí realizovat předmět plnění této veřejné zakázky, včetně uvedení souhrnné částky předpokládaného finančního objemu za každý měsíc plnění. </w:t>
      </w:r>
      <w:r w:rsidR="006C6351" w:rsidRPr="004530F0">
        <w:t xml:space="preserve">V souladu s požadavky uvedenými ve Zvláštních technických podmínkách bude součástí Harmonogramu postupu prací také dodavatelem plánovaný přehled termínů dodávek, typu a požadovaného množství mobiliáře a zařízení pro vstup a výběr poplatku. </w:t>
      </w:r>
      <w:r w:rsidRPr="004530F0">
        <w:t>Při zpracování Harmonogramu postupu prací dodavatel vezme</w:t>
      </w:r>
      <w:r w:rsidR="00092CC9" w:rsidRPr="004530F0">
        <w:t xml:space="preserve"> v </w:t>
      </w:r>
      <w:r w:rsidRPr="004530F0">
        <w:t>úvahu převažující klimatické podmínky, nároky na zpracování dokumentace, požadované metody</w:t>
      </w:r>
      <w:r w:rsidR="00845C50" w:rsidRPr="004530F0">
        <w:t xml:space="preserve"> a </w:t>
      </w:r>
      <w:r w:rsidRPr="004530F0">
        <w:t>postupy výstavby i stanovené výlukové časy. Není-li</w:t>
      </w:r>
      <w:r w:rsidR="00092CC9" w:rsidRPr="004530F0">
        <w:t xml:space="preserve"> v </w:t>
      </w:r>
      <w:r w:rsidRPr="004530F0">
        <w:t xml:space="preserve">zadávací dokumentaci </w:t>
      </w:r>
      <w:r w:rsidR="006C6351" w:rsidRPr="004530F0">
        <w:t xml:space="preserve">stanoveno </w:t>
      </w:r>
      <w:r w:rsidRPr="004530F0">
        <w:t>jinak, je povinností dodavatele dodržet stavební postupy stanovené</w:t>
      </w:r>
      <w:r w:rsidR="00092CC9" w:rsidRPr="004530F0">
        <w:t xml:space="preserve"> v </w:t>
      </w:r>
      <w:r w:rsidRPr="004530F0">
        <w:t>Zásadách organizace výstavby (ZOV) projektové dokumentace stavby,</w:t>
      </w:r>
      <w:r w:rsidR="00845C50" w:rsidRPr="004530F0">
        <w:t xml:space="preserve"> a </w:t>
      </w:r>
      <w:r w:rsidRPr="004530F0">
        <w:t>to</w:t>
      </w:r>
      <w:r w:rsidR="00092CC9" w:rsidRPr="004530F0">
        <w:t xml:space="preserve"> v </w:t>
      </w:r>
      <w:r w:rsidRPr="004530F0">
        <w:t>rozsahu dodržení stanoveného pořadí, návaznosti, délky stavebních postupů jako maximálně možných, výluk kolejové dopravy</w:t>
      </w:r>
      <w:r w:rsidR="00845C50" w:rsidRPr="004530F0">
        <w:t xml:space="preserve"> a </w:t>
      </w:r>
      <w:r w:rsidRPr="004530F0">
        <w:t>jiné veřejné dopravy, omezení činností trakčního vedení</w:t>
      </w:r>
      <w:r w:rsidR="00845C50" w:rsidRPr="004530F0">
        <w:t xml:space="preserve"> a </w:t>
      </w:r>
      <w:r w:rsidRPr="004530F0">
        <w:t>zabezpečovacího zařízení. Zhotovitel je povinen předložit Harmonogram postupu prací respektující předpokládaný termín zahájení</w:t>
      </w:r>
      <w:r w:rsidR="00845C50" w:rsidRPr="004530F0">
        <w:t xml:space="preserve"> a </w:t>
      </w:r>
      <w:r w:rsidRPr="004530F0">
        <w:t>ukončení předmětu plnění veřejné zakázky stanovený</w:t>
      </w:r>
      <w:r w:rsidR="00092CC9" w:rsidRPr="004530F0">
        <w:t xml:space="preserve"> v </w:t>
      </w:r>
      <w:r w:rsidRPr="004530F0">
        <w:t xml:space="preserve">zadávacích podmínkách. </w:t>
      </w:r>
    </w:p>
    <w:p w14:paraId="417C2349" w14:textId="69B5B11A" w:rsidR="0035531B" w:rsidRDefault="0035531B" w:rsidP="00E37347">
      <w:pPr>
        <w:pStyle w:val="Odrka1-1"/>
      </w:pPr>
      <w:r w:rsidRPr="004530F0">
        <w:t>Dodavatel je povinen přiložit ke své nabídce informaci</w:t>
      </w:r>
      <w:r w:rsidR="00092CC9" w:rsidRPr="004530F0">
        <w:t xml:space="preserve"> o </w:t>
      </w:r>
      <w:r w:rsidRPr="004530F0">
        <w:t>tom, zda budou na staveništi působit zaměstnanci více než jednoho zhotovitele ve smyslu § 14 odst. 1 zákona č. 309/2006 Sb.,</w:t>
      </w:r>
      <w:r w:rsidR="00092CC9" w:rsidRPr="004530F0">
        <w:t xml:space="preserve"> o </w:t>
      </w:r>
      <w:r w:rsidRPr="004530F0">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6552B923" w:rsidR="006C6351" w:rsidRDefault="006C6351"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109216877"/>
      <w:r>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109216878"/>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109216879"/>
      <w:r>
        <w:t>OBSAH</w:t>
      </w:r>
      <w:r w:rsidR="00845C50">
        <w:t xml:space="preserve"> </w:t>
      </w:r>
      <w:r w:rsidR="00776A8A">
        <w:t>A</w:t>
      </w:r>
      <w:r w:rsidR="00845C50">
        <w:t> </w:t>
      </w:r>
      <w:r>
        <w:t>PODÁVÁNÍ NABÍDEK</w:t>
      </w:r>
      <w:bookmarkEnd w:id="16"/>
      <w:r w:rsidR="00854DC9">
        <w:t xml:space="preserve"> </w:t>
      </w:r>
    </w:p>
    <w:p w14:paraId="0C940D92" w14:textId="79FED64D" w:rsidR="0035531B" w:rsidRPr="004530F0" w:rsidRDefault="00283302" w:rsidP="00283302">
      <w:pPr>
        <w:pStyle w:val="Text1-1"/>
      </w:pPr>
      <w:r w:rsidRPr="00283302">
        <w:t>Dodavatel může podat pouze jednu nabídku (samostatně nebo společně s dalšími dodavateli</w:t>
      </w:r>
      <w:r w:rsidRPr="004530F0">
        <w:t xml:space="preserve">) </w:t>
      </w:r>
      <w:r w:rsidR="006C6351" w:rsidRPr="004530F0">
        <w:t xml:space="preserve">pokrývající celý předmět veřejné zakázky </w:t>
      </w:r>
      <w:r w:rsidRPr="004530F0">
        <w:t xml:space="preserve">a </w:t>
      </w:r>
      <w:r w:rsidR="006C6351" w:rsidRPr="004530F0">
        <w:t xml:space="preserve">v případě jejího podání </w:t>
      </w:r>
      <w:r w:rsidRPr="004530F0">
        <w:t>nesmí být současně</w:t>
      </w:r>
      <w:r w:rsidR="006C6351" w:rsidRPr="004530F0">
        <w:t xml:space="preserve"> osobou</w:t>
      </w:r>
      <w:r w:rsidRPr="004530F0">
        <w:t xml:space="preserve">, </w:t>
      </w:r>
      <w:r w:rsidR="006C6351" w:rsidRPr="004530F0">
        <w:t xml:space="preserve">jejímž </w:t>
      </w:r>
      <w:r w:rsidRPr="004530F0">
        <w:t>prostřednictvím jiný dodavatel v tomto výběrovém řízení prokazuje kvalifikaci. Nabídka musí být podána elektronicky prostřednictvím elektronického nástroje E-ZAK, který je profilem zadavatele, a to v českém jazyce s v</w:t>
      </w:r>
      <w:r w:rsidR="007D0559" w:rsidRPr="004530F0">
        <w:t>ýjimkami uvedenými v článku 11 této Výzvy</w:t>
      </w:r>
      <w:r w:rsidRPr="004530F0">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4530F0">
          <w:rPr>
            <w:rStyle w:val="Hypertextovodkaz"/>
            <w:noProof w:val="0"/>
          </w:rPr>
          <w:t>https://zakazky.spravazeleznic.cz/</w:t>
        </w:r>
      </w:hyperlink>
      <w:r w:rsidRPr="004530F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4530F0">
        <w:t>.</w:t>
      </w:r>
    </w:p>
    <w:p w14:paraId="0F7173FC" w14:textId="7767C8EB" w:rsidR="00A1185B" w:rsidRPr="004530F0" w:rsidRDefault="00A1185B" w:rsidP="00A1185B">
      <w:pPr>
        <w:pStyle w:val="Textbezslovn"/>
        <w:rPr>
          <w:b/>
        </w:rPr>
      </w:pPr>
      <w:r w:rsidRPr="004530F0">
        <w:rPr>
          <w:rFonts w:cs="Arial"/>
          <w:b/>
        </w:rPr>
        <w:t>Nabídky lze podat v termínu, který je uveden na profilu zadavatele:</w:t>
      </w:r>
      <w:r w:rsidRPr="004530F0">
        <w:rPr>
          <w:rFonts w:cs="Arial"/>
        </w:rPr>
        <w:t xml:space="preserve"> </w:t>
      </w:r>
      <w:hyperlink r:id="rId22" w:history="1">
        <w:r w:rsidRPr="004530F0">
          <w:rPr>
            <w:rStyle w:val="Hypertextovodkaz"/>
            <w:rFonts w:cs="Arial"/>
            <w:b/>
            <w:bCs/>
            <w:lang w:eastAsia="cs-CZ"/>
          </w:rPr>
          <w:t>https://zakazky.spravazeleznic.cz/</w:t>
        </w:r>
      </w:hyperlink>
      <w:r w:rsidRPr="004530F0">
        <w:rPr>
          <w:rFonts w:cs="Arial"/>
          <w:b/>
        </w:rPr>
        <w:t>.</w:t>
      </w:r>
    </w:p>
    <w:p w14:paraId="590E80A9" w14:textId="77777777" w:rsidR="00AB5AE0" w:rsidRPr="004530F0" w:rsidRDefault="00AB5AE0" w:rsidP="00AB5AE0">
      <w:pPr>
        <w:pStyle w:val="Textbezslovn"/>
        <w:spacing w:after="0" w:line="240" w:lineRule="auto"/>
        <w:rPr>
          <w:color w:val="FF0000"/>
        </w:rPr>
      </w:pPr>
    </w:p>
    <w:p w14:paraId="651D2B61" w14:textId="639C599A" w:rsidR="00E135DC" w:rsidRPr="004530F0" w:rsidRDefault="00E135DC" w:rsidP="0045329B">
      <w:pPr>
        <w:pStyle w:val="Text1-1"/>
      </w:pPr>
      <w:r w:rsidRPr="004530F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Pr="004530F0">
          <w:rPr>
            <w:rStyle w:val="Hypertextovodkaz"/>
          </w:rPr>
          <w:t>https://zakazky.spravazeleznic.cz/manual.html</w:t>
        </w:r>
      </w:hyperlink>
      <w:r w:rsidRPr="004530F0">
        <w:t>. Nabídka nemusí</w:t>
      </w:r>
      <w:r>
        <w:t xml:space="preserve"> být opatřena </w:t>
      </w:r>
      <w:r>
        <w:lastRenderedPageBreak/>
        <w:t>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w:t>
      </w:r>
      <w:r w:rsidRPr="004530F0">
        <w:t xml:space="preserve">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XDC (popis datového předpisu viz </w:t>
      </w:r>
      <w:hyperlink r:id="rId24" w:history="1">
        <w:r w:rsidR="00D4300E" w:rsidRPr="004530F0">
          <w:rPr>
            <w:rStyle w:val="Hypertextovodkaz"/>
            <w:noProof w:val="0"/>
          </w:rPr>
          <w:t>https://xdc.szdc.cz</w:t>
        </w:r>
      </w:hyperlink>
      <w:r w:rsidRPr="004530F0">
        <w:t xml:space="preserve">). </w:t>
      </w:r>
      <w:r w:rsidRPr="004530F0">
        <w:rPr>
          <w:b/>
        </w:rPr>
        <w:t>Oceněný Soupis prací bude dodavatelem v nabídce předložen pouze ve formátu XML (datový předpis XDC).</w:t>
      </w:r>
      <w:r w:rsidRPr="004530F0">
        <w:t xml:space="preserve"> V případě změn a doplnění zadávací dokumentace budou případné změny či úpravy Soupisu prací zadavatelem prováděny ve formátu XML </w:t>
      </w:r>
      <w:r w:rsidRPr="004530F0">
        <w:rPr>
          <w:rFonts w:ascii="Verdana" w:hAnsi="Verdana"/>
        </w:rPr>
        <w:t>a XLSX</w:t>
      </w:r>
      <w:r w:rsidRPr="004530F0">
        <w:t xml:space="preserve">.  Soupis prací ve formátu XML (datový předpis XDC) může dodavatel také vyplnit v modulu pro ocenění nabídkové ceny na zabezpečeném serveru </w:t>
      </w:r>
      <w:hyperlink r:id="rId25" w:history="1">
        <w:r w:rsidR="00D4300E" w:rsidRPr="004530F0">
          <w:rPr>
            <w:rStyle w:val="Hypertextovodkaz"/>
            <w:noProof w:val="0"/>
          </w:rPr>
          <w:t>https://xdc.szdc.cz</w:t>
        </w:r>
      </w:hyperlink>
      <w:r w:rsidRPr="004530F0">
        <w:t>.</w:t>
      </w:r>
    </w:p>
    <w:p w14:paraId="2B16212D" w14:textId="77777777" w:rsidR="0035531B" w:rsidRPr="004530F0" w:rsidRDefault="0035531B" w:rsidP="0035531B">
      <w:pPr>
        <w:pStyle w:val="Text1-1"/>
      </w:pPr>
      <w:r w:rsidRPr="004530F0">
        <w:t>Nabídka bude předložena</w:t>
      </w:r>
      <w:r w:rsidR="00092CC9" w:rsidRPr="004530F0">
        <w:t xml:space="preserve"> v </w:t>
      </w:r>
      <w:r w:rsidRPr="004530F0">
        <w:t>následující struktuře:</w:t>
      </w:r>
    </w:p>
    <w:p w14:paraId="0B037545" w14:textId="3C83A1C7" w:rsidR="00695DAA" w:rsidRPr="004530F0" w:rsidRDefault="00695DAA" w:rsidP="00695DAA">
      <w:pPr>
        <w:pStyle w:val="Odrka1-1"/>
      </w:pPr>
      <w:r w:rsidRPr="004530F0">
        <w:t>Všeobecné informace o dodavateli a jeho identifikační údaje, včetně prohlášení o akceptaci zadávacích podmínek</w:t>
      </w:r>
      <w:r w:rsidR="006C6351" w:rsidRPr="004530F0">
        <w:t>, prohlášení k zakázaným dohodám a prohlášení ke střetu zájmů</w:t>
      </w:r>
      <w:r w:rsidRPr="004530F0">
        <w:t>, ve formě formuláře obsaženého v Příloze č. 1 této Výzvy.</w:t>
      </w:r>
    </w:p>
    <w:p w14:paraId="1EB69B34" w14:textId="77777777" w:rsidR="00695DAA" w:rsidRPr="004530F0" w:rsidRDefault="00695DAA" w:rsidP="00695DAA">
      <w:pPr>
        <w:pStyle w:val="Odrka1-1"/>
      </w:pPr>
      <w:r w:rsidRPr="004530F0">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Pr="004530F0" w:rsidRDefault="00695DAA" w:rsidP="00695DAA">
      <w:pPr>
        <w:pStyle w:val="Odrka1-1"/>
      </w:pPr>
      <w:r w:rsidRPr="004530F0">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Pr="004530F0" w:rsidRDefault="00695DAA" w:rsidP="00695DAA">
      <w:pPr>
        <w:pStyle w:val="Odrka1-1"/>
      </w:pPr>
      <w:r w:rsidRPr="004530F0">
        <w:t>Plná moc nebo pověření, je-li tohoto dokumentu třeba.</w:t>
      </w:r>
    </w:p>
    <w:p w14:paraId="45A107B1" w14:textId="77777777" w:rsidR="00695DAA" w:rsidRDefault="00695DAA" w:rsidP="00695DAA">
      <w:pPr>
        <w:pStyle w:val="Odrka1-1"/>
      </w:pPr>
      <w:r w:rsidRPr="004530F0">
        <w:t xml:space="preserve">Doklady prokazující splnění </w:t>
      </w:r>
      <w:r w:rsidRPr="004530F0">
        <w:rPr>
          <w:b/>
        </w:rPr>
        <w:t>základní způsobilosti</w:t>
      </w:r>
      <w:r w:rsidRPr="004530F0">
        <w:t>; čestné</w:t>
      </w:r>
      <w:r>
        <w:t xml:space="preserve">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5D6B143E"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0A398B42" w:rsidR="006C6351" w:rsidRDefault="006C6351"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746B2221" w14:textId="64BDADCE" w:rsidR="00695DAA" w:rsidRDefault="00695DAA" w:rsidP="00695DAA">
      <w:pPr>
        <w:pStyle w:val="Odrka1-1"/>
      </w:pPr>
      <w:r>
        <w:lastRenderedPageBreak/>
        <w:t>Další dokumenty, dle uvážení dodavatele, na které nebyl prostor v předcházejících částech nabídky.</w:t>
      </w:r>
    </w:p>
    <w:p w14:paraId="4D094E4A" w14:textId="5C075BAE" w:rsidR="0035531B" w:rsidRDefault="00695DAA" w:rsidP="00695DAA">
      <w:pPr>
        <w:pStyle w:val="Odrka1-1"/>
      </w:pPr>
      <w:r>
        <w:t xml:space="preserve">Oceněný Soupis prací </w:t>
      </w:r>
      <w:r w:rsidR="00E135DC">
        <w:t xml:space="preserve">obsažený </w:t>
      </w:r>
      <w:r>
        <w:t>v Dílu 4 zadávací dokumentace</w:t>
      </w:r>
      <w:r w:rsidR="00180B10">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109216880"/>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w:t>
      </w:r>
      <w:r w:rsidRPr="004C086E">
        <w:lastRenderedPageBreak/>
        <w:t>zaokrouhlením na 2 desetinná místa. Další případné požadavky na vyplnění Soupisu prací stanoví Komentář k soupisu prací (Díl 4 část 1 zadávací dokumentace)</w:t>
      </w:r>
      <w:r w:rsidR="0035531B">
        <w:t>.</w:t>
      </w:r>
    </w:p>
    <w:p w14:paraId="2C9312C2" w14:textId="462345FB" w:rsidR="00F67F82" w:rsidRDefault="004C086E" w:rsidP="00DD3E46">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8" w:name="_Toc109216881"/>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Pr="004530F0"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w:t>
      </w:r>
      <w:r w:rsidRPr="004530F0">
        <w:t>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rsidRPr="004530F0">
        <w:t>.</w:t>
      </w:r>
    </w:p>
    <w:p w14:paraId="7E6482FA" w14:textId="6879A3CF" w:rsidR="0035531B" w:rsidRPr="004530F0" w:rsidRDefault="004C086E" w:rsidP="004C086E">
      <w:pPr>
        <w:pStyle w:val="Text1-1"/>
        <w:numPr>
          <w:ilvl w:val="0"/>
          <w:numId w:val="0"/>
        </w:numPr>
        <w:ind w:left="737"/>
      </w:pPr>
      <w:r w:rsidRPr="004530F0">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903469" w:rsidRPr="004530F0">
        <w:t xml:space="preserve">či pojistné </w:t>
      </w:r>
      <w:r w:rsidRPr="004530F0">
        <w:t>záruky k zajištění plnění Smlouvy (</w:t>
      </w:r>
      <w:r w:rsidR="00903469" w:rsidRPr="004530F0">
        <w:t>Bankovní záruka za provedení Díla a Pojistná záruka za provedení Díla</w:t>
      </w:r>
      <w:r w:rsidRPr="004530F0">
        <w:t>).</w:t>
      </w:r>
      <w:r w:rsidR="0035531B" w:rsidRPr="004530F0">
        <w:t xml:space="preserve"> </w:t>
      </w:r>
    </w:p>
    <w:p w14:paraId="7101A674" w14:textId="77777777" w:rsidR="0035531B" w:rsidRPr="004530F0" w:rsidRDefault="004C086E" w:rsidP="004C086E">
      <w:pPr>
        <w:pStyle w:val="Text1-1"/>
        <w:numPr>
          <w:ilvl w:val="0"/>
          <w:numId w:val="0"/>
        </w:numPr>
        <w:ind w:left="737"/>
      </w:pPr>
      <w:r w:rsidRPr="004530F0">
        <w:t xml:space="preserve">Společně s úpravou rozsahu díla dle smlouvy s novým dodavatelem bude odpovídajícím způsobem upraven a aktualizován i harmonogram postupu prací, a to tak, aby uvedené údaje a časová </w:t>
      </w:r>
      <w:r w:rsidR="00AC3D7F" w:rsidRPr="004530F0">
        <w:t>náročnost jednotlivých činností</w:t>
      </w:r>
      <w:r w:rsidRPr="004530F0">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rsidRPr="004530F0">
        <w:t xml:space="preserve">. </w:t>
      </w:r>
    </w:p>
    <w:p w14:paraId="675BB73C" w14:textId="77777777" w:rsidR="0035531B" w:rsidRPr="004530F0" w:rsidRDefault="0035531B" w:rsidP="007038DC">
      <w:pPr>
        <w:pStyle w:val="Nadpis1-1"/>
      </w:pPr>
      <w:bookmarkStart w:id="19" w:name="_Toc109216882"/>
      <w:r w:rsidRPr="004530F0">
        <w:t>OTEVÍRÁNÍ NABÍDEK</w:t>
      </w:r>
      <w:bookmarkEnd w:id="19"/>
      <w:r w:rsidRPr="004530F0">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109216883"/>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w:t>
      </w:r>
      <w:r w:rsidR="002514C5">
        <w:t>,</w:t>
      </w:r>
      <w:r>
        <w:t xml:space="preserve"> nebo mu bylo uloženo kárné opatření.</w:t>
      </w:r>
    </w:p>
    <w:p w14:paraId="650579C7" w14:textId="2937B32C"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109216884"/>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Pr="004530F0" w:rsidRDefault="0035531B" w:rsidP="007038DC">
      <w:pPr>
        <w:pStyle w:val="Nadpis1-1"/>
      </w:pPr>
      <w:bookmarkStart w:id="22" w:name="_Toc109216885"/>
      <w:r>
        <w:t xml:space="preserve">ZRUŠENÍ </w:t>
      </w:r>
      <w:r w:rsidR="001472A9" w:rsidRPr="004530F0">
        <w:t xml:space="preserve">VÝBĚROVÉHO </w:t>
      </w:r>
      <w:r w:rsidRPr="004530F0">
        <w:t>ŘÍZENÍ</w:t>
      </w:r>
      <w:bookmarkEnd w:id="22"/>
    </w:p>
    <w:p w14:paraId="16756054" w14:textId="77777777" w:rsidR="0035531B" w:rsidRPr="004530F0" w:rsidRDefault="007B3D4D" w:rsidP="007B3D4D">
      <w:pPr>
        <w:pStyle w:val="Text1-1"/>
      </w:pPr>
      <w:r w:rsidRPr="004530F0">
        <w:t>Zadavatel si vyhrazuje právo zrušit výběrové řízení této veřejné zakázky kdykoliv před uzavřením smlouvy na plnění této veřejné zakázky, a to bez uvedení důvodu</w:t>
      </w:r>
      <w:r w:rsidR="0035531B" w:rsidRPr="004530F0">
        <w:t>.</w:t>
      </w:r>
    </w:p>
    <w:p w14:paraId="4D6C307F" w14:textId="5859A930" w:rsidR="007B33F0" w:rsidRPr="004530F0" w:rsidRDefault="007B3D4D" w:rsidP="00DD3E46">
      <w:pPr>
        <w:pStyle w:val="Text1-1"/>
      </w:pPr>
      <w:r w:rsidRPr="004530F0">
        <w:t xml:space="preserve">Zadavatel si mimo jiné vyhrazuje právo zrušit výběrové řízení v případě, že k hodnocení připadnou pouze nabídky s nabídkovou cenou převyšující předpokládanou hodnotu </w:t>
      </w:r>
      <w:r w:rsidR="00AC3D7F" w:rsidRPr="004530F0">
        <w:t xml:space="preserve">zakázky </w:t>
      </w:r>
      <w:r w:rsidRPr="004530F0">
        <w:t>uvedenou čl. 5.3 této Výzvy</w:t>
      </w:r>
      <w:r w:rsidR="0035531B" w:rsidRPr="004530F0">
        <w:t>.</w:t>
      </w:r>
    </w:p>
    <w:p w14:paraId="38066BD1" w14:textId="05896D9F" w:rsidR="000F7DFE" w:rsidRPr="004530F0" w:rsidRDefault="007B3D4D" w:rsidP="00DD3E46">
      <w:pPr>
        <w:pStyle w:val="Text1-1"/>
      </w:pPr>
      <w:r w:rsidRPr="004530F0">
        <w:t>Pokud bude nabídka vybraného dodavatele obsahovat nabídkovou cenu, která překročí režim veřejné zakázky, bude výběrové řízení zrušeno.</w:t>
      </w:r>
    </w:p>
    <w:p w14:paraId="2CB97C89" w14:textId="77777777" w:rsidR="0035531B" w:rsidRPr="004530F0" w:rsidRDefault="0035531B" w:rsidP="007038DC">
      <w:pPr>
        <w:pStyle w:val="Nadpis1-1"/>
      </w:pPr>
      <w:bookmarkStart w:id="23" w:name="_Toc109216886"/>
      <w:r w:rsidRPr="004530F0">
        <w:t>UZAVŘENÍ SMLOUVY</w:t>
      </w:r>
      <w:bookmarkEnd w:id="23"/>
    </w:p>
    <w:p w14:paraId="62EB510F" w14:textId="77777777" w:rsidR="0035531B" w:rsidRPr="004530F0" w:rsidRDefault="007B3D4D" w:rsidP="007B3D4D">
      <w:pPr>
        <w:pStyle w:val="Text1-1"/>
      </w:pPr>
      <w:r w:rsidRPr="004530F0">
        <w:t>Smlouva bude uzavřena písemně v souladu s nabídkou vybraného dodavatele a zadávacími podmínkami v podobě uvedené v Dílu 2 této zadávací dokumentace s názvem Závazný vzor smlouvy včetně příloh</w:t>
      </w:r>
      <w:r w:rsidR="0035531B" w:rsidRPr="004530F0">
        <w:t xml:space="preserve">. </w:t>
      </w:r>
    </w:p>
    <w:p w14:paraId="78919C9D" w14:textId="77ADEB1C" w:rsidR="0035531B" w:rsidRDefault="007B3D4D" w:rsidP="007B3D4D">
      <w:pPr>
        <w:pStyle w:val="Text1-1"/>
      </w:pPr>
      <w:r w:rsidRPr="004530F0">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F41AEB" w:rsidRPr="004530F0">
          <w:rPr>
            <w:rStyle w:val="Hypertextovodkaz"/>
            <w:noProof w:val="0"/>
          </w:rPr>
          <w:t>https://zakazky.spravazeleznic.cz/</w:t>
        </w:r>
      </w:hyperlink>
      <w:r w:rsidRPr="004530F0">
        <w:t>, případně jinou formou písemné elektronické komunikace (zadavatel preferuje komunikaci prostřednictvím elektronického nástroje E-ZAK) dokumenty uvedené v článku 19.3</w:t>
      </w:r>
      <w:r w:rsidR="00CE036A" w:rsidRPr="004530F0">
        <w:t xml:space="preserve"> (s výjimkou bankovní </w:t>
      </w:r>
      <w:r w:rsidR="00903469" w:rsidRPr="004530F0">
        <w:t xml:space="preserve">či pojistné </w:t>
      </w:r>
      <w:r w:rsidR="00CE036A" w:rsidRPr="004530F0">
        <w:t>záruky)</w:t>
      </w:r>
      <w:r w:rsidRPr="004530F0">
        <w:t xml:space="preserve">, resp. v článku 19.4 </w:t>
      </w:r>
      <w:r w:rsidR="000F7DFE" w:rsidRPr="004530F0">
        <w:t xml:space="preserve">až 19.8 </w:t>
      </w:r>
      <w:r w:rsidRPr="004530F0">
        <w:t>Výzvy</w:t>
      </w:r>
      <w:r w:rsidR="000F7DFE" w:rsidRPr="004530F0">
        <w:t>, dopadají-li na vybraného dodavatele</w:t>
      </w:r>
      <w:r w:rsidRPr="004530F0">
        <w:t xml:space="preserve">. Zadavatel vyzve vybraného dodavatele k poskytnutí součinnosti před uzavřením smlouvy ještě před oznámením rozhodnutí o výběru (zadavatel za vybraného dodavatele považuje </w:t>
      </w:r>
      <w:r w:rsidRPr="004530F0">
        <w:lastRenderedPageBreak/>
        <w:t>dodavatele, jehož nabídka byla vyhodnocena jako nejvhodnější, a to bez</w:t>
      </w:r>
      <w:r w:rsidRPr="007B3D4D">
        <w:t xml:space="preserve">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FC20778" w14:textId="0461C014" w:rsidR="0035531B" w:rsidRPr="004530F0" w:rsidRDefault="00C759F1" w:rsidP="00C759F1">
      <w:pPr>
        <w:pStyle w:val="Odrka1-1"/>
      </w:pPr>
      <w:r w:rsidRPr="00C759F1">
        <w:t xml:space="preserve">originálu 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předloží až po doručení oznámení o výběru dodavatele; originál bankovní </w:t>
      </w:r>
      <w:r w:rsidR="00903469">
        <w:t xml:space="preserve">nebo pojistné </w:t>
      </w:r>
      <w:r w:rsidRPr="00C759F1">
        <w:t>záruky musí být předložen elektronicky s</w:t>
      </w:r>
      <w:r>
        <w:t> </w:t>
      </w:r>
      <w:r w:rsidR="00885916" w:rsidRPr="004530F0">
        <w:t>elektronickým podpisem;</w:t>
      </w:r>
    </w:p>
    <w:p w14:paraId="31A56B39" w14:textId="6C570F4E" w:rsidR="0035531B" w:rsidRPr="004530F0" w:rsidRDefault="00C759F1" w:rsidP="00C759F1">
      <w:pPr>
        <w:pStyle w:val="Odrka1-1"/>
      </w:pPr>
      <w:r w:rsidRPr="004530F0">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rsidRPr="004530F0">
        <w:t xml:space="preserve">; </w:t>
      </w:r>
    </w:p>
    <w:p w14:paraId="0E4BC749" w14:textId="10F8E8FC" w:rsidR="00AC3D7F" w:rsidRPr="004530F0" w:rsidRDefault="00AC3D7F" w:rsidP="00AC3D7F">
      <w:pPr>
        <w:pStyle w:val="Odrka1-1"/>
      </w:pPr>
      <w:r w:rsidRPr="004530F0">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0F7DFE" w:rsidRPr="004530F0">
        <w:t xml:space="preserve">, nebo dokladu dle § </w:t>
      </w:r>
      <w:r w:rsidR="00A57D45" w:rsidRPr="004530F0">
        <w:t>19 odst. 2</w:t>
      </w:r>
      <w:r w:rsidR="000F7DFE" w:rsidRPr="004530F0">
        <w:t xml:space="preserve"> zák. 250/2021 Sb., o bezpečnosti práce v souvislosti s provozem vyhrazených technických zařízení a o změně souvisejících zákonů</w:t>
      </w:r>
      <w:r w:rsidRPr="004530F0">
        <w:t xml:space="preserve">; </w:t>
      </w:r>
    </w:p>
    <w:p w14:paraId="0C28F2F8" w14:textId="77777777" w:rsidR="00AC3D7F" w:rsidRPr="004530F0" w:rsidRDefault="00AC3D7F" w:rsidP="00AC3D7F">
      <w:pPr>
        <w:pStyle w:val="Odrka1-1"/>
      </w:pPr>
      <w:r w:rsidRPr="004530F0">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p>
    <w:p w14:paraId="19FDD775" w14:textId="5A181948" w:rsidR="0035531B" w:rsidRPr="004530F0" w:rsidRDefault="0035531B" w:rsidP="00AC3D7F">
      <w:pPr>
        <w:pStyle w:val="Odrka1-1"/>
      </w:pPr>
      <w:r w:rsidRPr="004530F0">
        <w:t>kopi</w:t>
      </w:r>
      <w:r w:rsidR="00223FC4" w:rsidRPr="004530F0">
        <w:t>e</w:t>
      </w:r>
      <w:r w:rsidRPr="004530F0">
        <w:t xml:space="preserve"> pověření Ministerstva dopravy ČR</w:t>
      </w:r>
      <w:r w:rsidR="00BC6D2B" w:rsidRPr="004530F0">
        <w:t xml:space="preserve"> k </w:t>
      </w:r>
      <w:r w:rsidRPr="004530F0">
        <w:t>provádění technických prohlídek</w:t>
      </w:r>
      <w:r w:rsidR="00845C50" w:rsidRPr="004530F0">
        <w:t xml:space="preserve"> a </w:t>
      </w:r>
      <w:r w:rsidRPr="004530F0">
        <w:t>zkoušek určených technických zařízení (UTZ) dle § 47 odst. 4 zákona č. 266/1994 Sb.,</w:t>
      </w:r>
      <w:r w:rsidR="00092CC9" w:rsidRPr="004530F0">
        <w:t xml:space="preserve"> o </w:t>
      </w:r>
      <w:r w:rsidRPr="004530F0">
        <w:t>drahách, ve znění pozdějších předpisů,</w:t>
      </w:r>
      <w:r w:rsidR="00845C50" w:rsidRPr="004530F0">
        <w:t xml:space="preserve"> a </w:t>
      </w:r>
      <w:r w:rsidRPr="004530F0">
        <w:t>to elektrických UTZ železničních drah</w:t>
      </w:r>
      <w:r w:rsidR="00092CC9" w:rsidRPr="004530F0">
        <w:t xml:space="preserve"> v </w:t>
      </w:r>
      <w:r w:rsidR="00885916" w:rsidRPr="004530F0">
        <w:t>rozsahu:</w:t>
      </w:r>
    </w:p>
    <w:p w14:paraId="3D3D2614" w14:textId="77777777" w:rsidR="00885916" w:rsidRPr="004530F0" w:rsidRDefault="00885916" w:rsidP="00885916">
      <w:pPr>
        <w:pStyle w:val="Odrka1-1"/>
        <w:numPr>
          <w:ilvl w:val="0"/>
          <w:numId w:val="0"/>
        </w:numPr>
        <w:ind w:left="1077"/>
      </w:pPr>
      <w:r w:rsidRPr="004530F0">
        <w:t>dle vyhlášky 100/1995, § 1 odst. 4</w:t>
      </w:r>
    </w:p>
    <w:p w14:paraId="6DEA9C9D" w14:textId="77777777" w:rsidR="00885916" w:rsidRPr="004530F0" w:rsidRDefault="00885916" w:rsidP="00885916">
      <w:pPr>
        <w:pStyle w:val="Odrka1-2-"/>
        <w:numPr>
          <w:ilvl w:val="0"/>
          <w:numId w:val="0"/>
        </w:numPr>
        <w:ind w:left="1843"/>
      </w:pPr>
      <w:r w:rsidRPr="004530F0">
        <w:t>a) elektrické sítě drah a elektrické rozvody drah</w:t>
      </w:r>
    </w:p>
    <w:p w14:paraId="5C871A96" w14:textId="77777777" w:rsidR="00885916" w:rsidRPr="004530F0" w:rsidRDefault="00885916" w:rsidP="00885916">
      <w:pPr>
        <w:pStyle w:val="Odrka1-2-"/>
        <w:numPr>
          <w:ilvl w:val="0"/>
          <w:numId w:val="0"/>
        </w:numPr>
        <w:ind w:left="1843"/>
      </w:pPr>
      <w:r w:rsidRPr="004530F0">
        <w:t>b) elektrická rozvodná zařízení drah a elektrické stanice drah</w:t>
      </w:r>
    </w:p>
    <w:p w14:paraId="08C268D7" w14:textId="77777777" w:rsidR="00885916" w:rsidRPr="004530F0" w:rsidRDefault="00885916" w:rsidP="00885916">
      <w:pPr>
        <w:pStyle w:val="Odrka1-2-"/>
        <w:numPr>
          <w:ilvl w:val="0"/>
          <w:numId w:val="0"/>
        </w:numPr>
        <w:ind w:left="1843"/>
      </w:pPr>
      <w:r w:rsidRPr="004530F0">
        <w:t>g) silnoproudá zařízení drážní zabezpečovací, sdělovací, požární, signalizační a výpočetní techniky</w:t>
      </w:r>
    </w:p>
    <w:p w14:paraId="3A3F624B" w14:textId="2965F271" w:rsidR="007D5A8D" w:rsidRPr="004530F0" w:rsidRDefault="00885916" w:rsidP="00885916">
      <w:pPr>
        <w:pStyle w:val="Odrka1-2-"/>
        <w:numPr>
          <w:ilvl w:val="0"/>
          <w:numId w:val="0"/>
        </w:numPr>
        <w:ind w:left="1843"/>
      </w:pPr>
      <w:r w:rsidRPr="004530F0">
        <w:t>k) zabezpečovací zařízení, jehož elektrické obvody plní funkci zajišťování bezpečnosti drážní dopravy.</w:t>
      </w:r>
    </w:p>
    <w:p w14:paraId="2CAAB954" w14:textId="77777777" w:rsidR="0035531B" w:rsidRPr="004530F0" w:rsidRDefault="0035531B" w:rsidP="007038DC">
      <w:pPr>
        <w:pStyle w:val="Textbezslovn"/>
      </w:pPr>
      <w:r w:rsidRPr="004530F0">
        <w:lastRenderedPageBreak/>
        <w:t>Zadavatel upřesňuje, že pokud bude některý</w:t>
      </w:r>
      <w:r w:rsidR="00AF20AA" w:rsidRPr="004530F0">
        <w:t xml:space="preserve"> doklad</w:t>
      </w:r>
      <w:r w:rsidRPr="004530F0">
        <w:t xml:space="preserve"> doložen již</w:t>
      </w:r>
      <w:r w:rsidR="00092CC9" w:rsidRPr="004530F0">
        <w:t xml:space="preserve"> v </w:t>
      </w:r>
      <w:r w:rsidRPr="004530F0">
        <w:t>nabídce nebo</w:t>
      </w:r>
      <w:r w:rsidR="00092CC9" w:rsidRPr="004530F0">
        <w:t xml:space="preserve"> v </w:t>
      </w:r>
      <w:r w:rsidRPr="004530F0">
        <w:t xml:space="preserve">průběhu </w:t>
      </w:r>
      <w:r w:rsidR="00AF20AA" w:rsidRPr="004530F0">
        <w:t xml:space="preserve">výběrového </w:t>
      </w:r>
      <w:r w:rsidRPr="004530F0">
        <w:t>řízení, zadavatel</w:t>
      </w:r>
      <w:r w:rsidR="00BC6D2B" w:rsidRPr="004530F0">
        <w:t xml:space="preserve"> k </w:t>
      </w:r>
      <w:r w:rsidRPr="004530F0">
        <w:t>jeho předkládání nebude vybraného dodavatele vyzývat.</w:t>
      </w:r>
    </w:p>
    <w:p w14:paraId="2C949C71" w14:textId="77777777" w:rsidR="0035531B" w:rsidRDefault="00AF20AA" w:rsidP="00AF20AA">
      <w:pPr>
        <w:pStyle w:val="Text1-1"/>
      </w:pPr>
      <w:r w:rsidRPr="004530F0">
        <w:t>Vybraný dodavatel, který k prokázání zadavatelem požadované odborné způsobilosti, jež je v České republice regulovanou činností, předložil zahraniční doklad vydaný podle právního řádu země, ve které byla tato kvalifikace v zahraničí</w:t>
      </w:r>
      <w:r w:rsidRPr="00AF20AA">
        <w:t xml:space="preserve">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05DC8251"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zakázek, splňují podmínky uvedené v čl. 22 této Výzvy (Další zadávací podmínky v návaznosti na sankce v souvislosti se situací na Ukrajině).</w:t>
      </w:r>
    </w:p>
    <w:p w14:paraId="77C85755" w14:textId="77777777" w:rsidR="0035531B" w:rsidRDefault="0035531B" w:rsidP="00B77C6D">
      <w:pPr>
        <w:pStyle w:val="Nadpis1-1"/>
      </w:pPr>
      <w:bookmarkStart w:id="25" w:name="_Toc109216887"/>
      <w:r>
        <w:t>OCHRANA INFORMACÍ</w:t>
      </w:r>
      <w:bookmarkEnd w:id="25"/>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6" w:name="_Toc59538672"/>
      <w:bookmarkStart w:id="27" w:name="_Toc61886759"/>
      <w:bookmarkStart w:id="28" w:name="_Toc109216888"/>
      <w:r>
        <w:t>SOCIÁLNĚ A ENVIRO</w:t>
      </w:r>
      <w:r w:rsidR="00BD6903">
        <w:t>N</w:t>
      </w:r>
      <w:r>
        <w:t>MENTÁLNĚ ODPOVĚDNÉ ZADÁVÁNÍ, INOVACE</w:t>
      </w:r>
      <w:bookmarkEnd w:id="26"/>
      <w:bookmarkEnd w:id="27"/>
      <w:bookmarkEnd w:id="28"/>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37EBC149" w14:textId="32883865" w:rsidR="000F7DFE" w:rsidRPr="00DD3E46" w:rsidRDefault="0007139B" w:rsidP="00DD3E46">
      <w:pPr>
        <w:pStyle w:val="Odrka1-1"/>
      </w:pPr>
      <w:r>
        <w:t>studentské exkurze</w:t>
      </w:r>
      <w:r w:rsidR="00DD3E46">
        <w:t>.</w:t>
      </w:r>
    </w:p>
    <w:p w14:paraId="09E08D32" w14:textId="0269AA62"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t xml:space="preserve">článku </w:t>
      </w:r>
      <w:r w:rsidRPr="00FB25D1">
        <w:t>4.</w:t>
      </w:r>
      <w:r w:rsidR="00FE063F" w:rsidRPr="00FB25D1">
        <w:t>9</w:t>
      </w:r>
      <w:r w:rsidR="009A15AE">
        <w:t xml:space="preserve"> </w:t>
      </w:r>
      <w:r>
        <w:t>závazného vzoru smlouvy, který je dílem 2 zadávací dokumentace</w:t>
      </w:r>
      <w:r w:rsidR="00BD0212">
        <w:t>.</w:t>
      </w:r>
    </w:p>
    <w:p w14:paraId="6E9187E8" w14:textId="132D8BA2" w:rsidR="000F7DFE" w:rsidRDefault="000F7DFE" w:rsidP="000F7DFE">
      <w:pPr>
        <w:pStyle w:val="Nadpis1-1"/>
        <w:jc w:val="both"/>
      </w:pPr>
      <w:bookmarkStart w:id="29" w:name="_Toc106284728"/>
      <w:bookmarkStart w:id="30" w:name="_Toc103932243"/>
      <w:bookmarkStart w:id="31" w:name="_Toc103683200"/>
      <w:bookmarkStart w:id="32" w:name="_Toc102380477"/>
      <w:bookmarkStart w:id="33" w:name="_Toc106631155"/>
      <w:bookmarkStart w:id="34" w:name="_Toc109216889"/>
      <w:r>
        <w:t>Další zadávací podmínky v návaznosti na sankce v souvislosti se situací na Ukrajině</w:t>
      </w:r>
      <w:bookmarkEnd w:id="29"/>
      <w:bookmarkEnd w:id="30"/>
      <w:bookmarkEnd w:id="31"/>
      <w:bookmarkEnd w:id="32"/>
      <w:bookmarkEnd w:id="33"/>
      <w:bookmarkEnd w:id="34"/>
    </w:p>
    <w:p w14:paraId="74A5C2F4" w14:textId="77777777" w:rsidR="000F7DFE" w:rsidRDefault="000F7DFE" w:rsidP="000F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xml:space="preserve">), a dalších prováděcích předpisů k tomuto Nařízení č. 269/2014 (tzv. sankční </w:t>
      </w:r>
      <w:r>
        <w:lastRenderedPageBreak/>
        <w:t>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5260296A" w:rsidR="000F7DFE" w:rsidRPr="000F7DFE" w:rsidRDefault="000F7DFE" w:rsidP="000F7DFE">
      <w:pPr>
        <w:pStyle w:val="Text1-1"/>
      </w:pPr>
      <w:r>
        <w:t>V případě postupu účastníka v rozporu s tímto článkem bude účastník vyloučen z výběrového řízení.</w:t>
      </w:r>
    </w:p>
    <w:p w14:paraId="2C964DD9" w14:textId="47D26C4C" w:rsidR="0035531B" w:rsidRDefault="0035531B" w:rsidP="00564DDD">
      <w:pPr>
        <w:pStyle w:val="Nadpis1-1"/>
      </w:pPr>
      <w:bookmarkStart w:id="35" w:name="_Toc109216890"/>
      <w:r>
        <w:t xml:space="preserve">PŘÍLOHY </w:t>
      </w:r>
      <w:r w:rsidR="001472A9">
        <w:t>TÉTO VÝZVY</w:t>
      </w:r>
      <w:bookmarkEnd w:id="35"/>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77777777" w:rsidR="000F7DFE" w:rsidRDefault="000F7DFE" w:rsidP="000F7DFE">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77777777" w:rsidR="0035531B" w:rsidRPr="006411B5" w:rsidRDefault="0035531B" w:rsidP="00564DDD">
      <w:pPr>
        <w:pStyle w:val="Textbezslovn"/>
        <w:spacing w:after="0"/>
      </w:pPr>
      <w:r w:rsidRPr="006411B5">
        <w:t>V</w:t>
      </w:r>
      <w:r w:rsidR="00B36181" w:rsidRPr="006411B5">
        <w:t> </w:t>
      </w:r>
      <w:r w:rsidRPr="006411B5">
        <w:t>Praze dne ……………………</w:t>
      </w:r>
    </w:p>
    <w:p w14:paraId="64033410" w14:textId="77777777" w:rsidR="0035531B" w:rsidRPr="006411B5" w:rsidRDefault="0035531B" w:rsidP="00564DDD">
      <w:pPr>
        <w:pStyle w:val="Textbezslovn"/>
        <w:spacing w:after="0"/>
      </w:pPr>
    </w:p>
    <w:p w14:paraId="69F12E97" w14:textId="77777777" w:rsidR="0035531B" w:rsidRPr="006411B5" w:rsidRDefault="0035531B" w:rsidP="00564DDD">
      <w:pPr>
        <w:pStyle w:val="Textbezslovn"/>
        <w:spacing w:after="0"/>
      </w:pPr>
    </w:p>
    <w:p w14:paraId="64953C75" w14:textId="77777777" w:rsidR="0035531B" w:rsidRPr="006411B5" w:rsidRDefault="0035531B" w:rsidP="00564DDD">
      <w:pPr>
        <w:pStyle w:val="Textbezslovn"/>
        <w:spacing w:after="0"/>
      </w:pPr>
    </w:p>
    <w:p w14:paraId="4C3D3A08" w14:textId="77777777" w:rsidR="0035531B" w:rsidRPr="006411B5" w:rsidRDefault="0035531B" w:rsidP="00564DDD">
      <w:pPr>
        <w:pStyle w:val="Textbezslovn"/>
        <w:spacing w:after="0"/>
      </w:pPr>
      <w:r w:rsidRPr="006411B5">
        <w:t>…………………………………………….</w:t>
      </w:r>
    </w:p>
    <w:p w14:paraId="63E82377" w14:textId="77777777" w:rsidR="0035531B" w:rsidRPr="006411B5" w:rsidRDefault="0035531B" w:rsidP="00564DDD">
      <w:pPr>
        <w:pStyle w:val="Textbezslovn"/>
        <w:spacing w:after="0"/>
      </w:pPr>
      <w:r w:rsidRPr="006411B5">
        <w:t>Ing. Mojmír Nejezchleb</w:t>
      </w:r>
    </w:p>
    <w:p w14:paraId="5BA56EE9" w14:textId="77777777" w:rsidR="0035531B" w:rsidRPr="006411B5" w:rsidRDefault="0035531B" w:rsidP="00564DDD">
      <w:pPr>
        <w:pStyle w:val="Textbezslovn"/>
        <w:spacing w:after="0"/>
      </w:pPr>
      <w:r w:rsidRPr="006411B5">
        <w:t>náměstek generálního ředitele pro modernizaci dráhy</w:t>
      </w:r>
    </w:p>
    <w:p w14:paraId="749CC2F3" w14:textId="77777777" w:rsidR="00564DDD" w:rsidRDefault="0035531B" w:rsidP="00B36181">
      <w:pPr>
        <w:pStyle w:val="Textbezslovn"/>
        <w:spacing w:after="0"/>
      </w:pPr>
      <w:r w:rsidRPr="006411B5">
        <w:t>Správa železni</w:t>
      </w:r>
      <w:r w:rsidR="00686179" w:rsidRPr="006411B5">
        <w:t>c</w:t>
      </w:r>
      <w:r w:rsidRPr="006411B5">
        <w:t>,</w:t>
      </w:r>
      <w:r w:rsidR="00F41AEB" w:rsidRPr="006411B5">
        <w:t xml:space="preserve"> </w:t>
      </w:r>
      <w:r w:rsidRPr="006411B5">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2"/>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293AF66C" w:rsidR="008C65E0" w:rsidRDefault="006A6AF2" w:rsidP="006A6AF2">
      <w:pPr>
        <w:pStyle w:val="Textbezslovn"/>
        <w:ind w:left="0"/>
      </w:pPr>
      <w:r w:rsidRPr="006A6AF2">
        <w:t xml:space="preserve">Řádně jsme se seznámili se zněním zadávacích podmínek veřejné zakázky s názvem </w:t>
      </w:r>
      <w:r w:rsidR="00103053" w:rsidRPr="00103053">
        <w:rPr>
          <w:b/>
        </w:rPr>
        <w:t>Karviná ON - rekonstrukce části výpravní budovy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E22C30">
              <w:rPr>
                <w:b/>
                <w:highlight w:val="green"/>
              </w:rPr>
              <w:t>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6C66F6B" w14:textId="53F6B5FC" w:rsidR="00215B14" w:rsidRDefault="00EE3C5F" w:rsidP="00215B14">
            <w:pPr>
              <w:rPr>
                <w:b/>
                <w:sz w:val="16"/>
                <w:szCs w:val="16"/>
              </w:rPr>
            </w:pPr>
            <w:r w:rsidRPr="00EE3C5F">
              <w:rPr>
                <w:b/>
                <w:sz w:val="16"/>
                <w:szCs w:val="16"/>
              </w:rPr>
              <w:t>Funkce</w:t>
            </w:r>
          </w:p>
          <w:p w14:paraId="1AE59434" w14:textId="3AB060B6" w:rsidR="00EE3C5F" w:rsidRPr="00EE3C5F" w:rsidRDefault="00215B14" w:rsidP="00215B14">
            <w:pPr>
              <w:rPr>
                <w:b/>
                <w:sz w:val="16"/>
                <w:szCs w:val="16"/>
              </w:rPr>
            </w:pPr>
            <w:r>
              <w:rPr>
                <w:b/>
                <w:sz w:val="16"/>
                <w:szCs w:val="16"/>
              </w:rPr>
              <w:t>J</w:t>
            </w:r>
            <w:r w:rsidR="00EE3C5F" w:rsidRPr="00EE3C5F">
              <w:rPr>
                <w:b/>
                <w:sz w:val="16"/>
                <w:szCs w:val="16"/>
              </w:rPr>
              <w:t xml:space="preserve">méno </w:t>
            </w:r>
            <w:r>
              <w:rPr>
                <w:b/>
                <w:sz w:val="16"/>
                <w:szCs w:val="16"/>
              </w:rPr>
              <w:t>a příjmení</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77777777" w:rsidR="00215B14" w:rsidRDefault="00215B14" w:rsidP="00215B14">
      <w:pPr>
        <w:pStyle w:val="Nadpisbezsl1-2"/>
      </w:pPr>
      <w:r>
        <w:rPr>
          <w:lang w:eastAsia="cs-CZ"/>
        </w:rPr>
        <w:t>Čestné prohlášení o splnění podmínek v souvislosti se situací na Ukrajině</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7291CB19"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6411B5" w:rsidRPr="006411B5">
        <w:rPr>
          <w:b/>
        </w:rPr>
        <w:t>Karviná ON - rekonstrukce části výpravní budovy</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1A885E17" w14:textId="77777777"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AA3F7B" w16cid:durableId="267A6F8D"/>
  <w16cid:commentId w16cid:paraId="4835BBE9" w16cid:durableId="267A72C5"/>
  <w16cid:commentId w16cid:paraId="3A7B2D7D" w16cid:durableId="267A72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E06A4" w14:textId="77777777" w:rsidR="009D6D7F" w:rsidRDefault="009D6D7F" w:rsidP="00962258">
      <w:pPr>
        <w:spacing w:after="0" w:line="240" w:lineRule="auto"/>
      </w:pPr>
      <w:r>
        <w:separator/>
      </w:r>
    </w:p>
  </w:endnote>
  <w:endnote w:type="continuationSeparator" w:id="0">
    <w:p w14:paraId="3DD3DCED" w14:textId="77777777" w:rsidR="009D6D7F" w:rsidRDefault="009D6D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37C8" w14:paraId="37A946DC" w14:textId="77777777" w:rsidTr="00EB46E5">
      <w:tc>
        <w:tcPr>
          <w:tcW w:w="1361" w:type="dxa"/>
          <w:tcMar>
            <w:left w:w="0" w:type="dxa"/>
            <w:right w:w="0" w:type="dxa"/>
          </w:tcMar>
          <w:vAlign w:val="bottom"/>
        </w:tcPr>
        <w:p w14:paraId="2190B37E" w14:textId="27FD3DDF" w:rsidR="008637C8" w:rsidRPr="00103053" w:rsidRDefault="008637C8" w:rsidP="00826B7B">
          <w:pPr>
            <w:pStyle w:val="Zpat"/>
            <w:jc w:val="right"/>
            <w:rPr>
              <w:rStyle w:val="slostrnky"/>
            </w:rPr>
          </w:pPr>
          <w:r w:rsidRPr="00103053">
            <w:rPr>
              <w:rStyle w:val="slostrnky"/>
            </w:rPr>
            <w:fldChar w:fldCharType="begin"/>
          </w:r>
          <w:r w:rsidRPr="00103053">
            <w:rPr>
              <w:rStyle w:val="slostrnky"/>
            </w:rPr>
            <w:instrText>PAGE   \* MERGEFORMAT</w:instrText>
          </w:r>
          <w:r w:rsidRPr="00103053">
            <w:rPr>
              <w:rStyle w:val="slostrnky"/>
            </w:rPr>
            <w:fldChar w:fldCharType="separate"/>
          </w:r>
          <w:r w:rsidR="00116C57">
            <w:rPr>
              <w:rStyle w:val="slostrnky"/>
              <w:noProof/>
            </w:rPr>
            <w:t>22</w:t>
          </w:r>
          <w:r w:rsidRPr="00103053">
            <w:rPr>
              <w:rStyle w:val="slostrnky"/>
            </w:rPr>
            <w:fldChar w:fldCharType="end"/>
          </w:r>
          <w:r w:rsidRPr="00103053">
            <w:rPr>
              <w:rStyle w:val="slostrnky"/>
            </w:rPr>
            <w:t>/</w:t>
          </w:r>
          <w:r w:rsidRPr="00103053">
            <w:rPr>
              <w:rStyle w:val="slostrnky"/>
            </w:rPr>
            <w:fldChar w:fldCharType="begin"/>
          </w:r>
          <w:r w:rsidRPr="00103053">
            <w:rPr>
              <w:rStyle w:val="slostrnky"/>
            </w:rPr>
            <w:instrText xml:space="preserve"> NUMPAGES   \* MERGEFORMAT </w:instrText>
          </w:r>
          <w:r w:rsidRPr="00103053">
            <w:rPr>
              <w:rStyle w:val="slostrnky"/>
            </w:rPr>
            <w:fldChar w:fldCharType="separate"/>
          </w:r>
          <w:r w:rsidR="00116C57">
            <w:rPr>
              <w:rStyle w:val="slostrnky"/>
              <w:noProof/>
            </w:rPr>
            <w:t>38</w:t>
          </w:r>
          <w:r w:rsidRPr="00103053">
            <w:rPr>
              <w:rStyle w:val="slostrnky"/>
            </w:rPr>
            <w:fldChar w:fldCharType="end"/>
          </w:r>
        </w:p>
      </w:tc>
      <w:tc>
        <w:tcPr>
          <w:tcW w:w="284" w:type="dxa"/>
          <w:shd w:val="clear" w:color="auto" w:fill="auto"/>
          <w:tcMar>
            <w:left w:w="0" w:type="dxa"/>
            <w:right w:w="0" w:type="dxa"/>
          </w:tcMar>
        </w:tcPr>
        <w:p w14:paraId="4742B965" w14:textId="77777777" w:rsidR="008637C8" w:rsidRPr="00103053" w:rsidRDefault="008637C8" w:rsidP="00B8518B">
          <w:pPr>
            <w:pStyle w:val="Zpat"/>
          </w:pPr>
        </w:p>
      </w:tc>
      <w:tc>
        <w:tcPr>
          <w:tcW w:w="425" w:type="dxa"/>
          <w:shd w:val="clear" w:color="auto" w:fill="auto"/>
          <w:tcMar>
            <w:left w:w="0" w:type="dxa"/>
            <w:right w:w="0" w:type="dxa"/>
          </w:tcMar>
        </w:tcPr>
        <w:p w14:paraId="65CF429D" w14:textId="77777777" w:rsidR="008637C8" w:rsidRPr="00103053" w:rsidRDefault="008637C8" w:rsidP="00B8518B">
          <w:pPr>
            <w:pStyle w:val="Zpat"/>
          </w:pPr>
        </w:p>
      </w:tc>
      <w:tc>
        <w:tcPr>
          <w:tcW w:w="8505" w:type="dxa"/>
        </w:tcPr>
        <w:p w14:paraId="5B3B6297" w14:textId="216DE7DA" w:rsidR="008637C8" w:rsidRPr="00103053" w:rsidRDefault="008637C8" w:rsidP="00EB46E5">
          <w:pPr>
            <w:pStyle w:val="Zpat0"/>
          </w:pPr>
          <w:r w:rsidRPr="00103053">
            <w:t>„Karviná ON - rekonstrukce části výpravní budovy“</w:t>
          </w:r>
        </w:p>
        <w:p w14:paraId="104227BB" w14:textId="77777777" w:rsidR="008637C8" w:rsidRDefault="008637C8" w:rsidP="00EB46E5">
          <w:pPr>
            <w:pStyle w:val="Zpat0"/>
          </w:pPr>
          <w:r w:rsidRPr="00103053">
            <w:t>Díl 1 – VÝZVA K PODÁNÍ NABÍDKY</w:t>
          </w:r>
        </w:p>
        <w:p w14:paraId="54FAE17C" w14:textId="77777777" w:rsidR="008637C8" w:rsidRDefault="008637C8" w:rsidP="0035531B">
          <w:pPr>
            <w:pStyle w:val="Zpat0"/>
          </w:pPr>
        </w:p>
      </w:tc>
    </w:tr>
  </w:tbl>
  <w:p w14:paraId="74104694" w14:textId="77777777" w:rsidR="008637C8" w:rsidRPr="00B8518B" w:rsidRDefault="008637C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538130F6" w:rsidR="008637C8" w:rsidRPr="00B8518B" w:rsidRDefault="008637C8" w:rsidP="00460660">
    <w:pPr>
      <w:pStyle w:val="Zpat"/>
      <w:rPr>
        <w:sz w:val="2"/>
        <w:szCs w:val="2"/>
      </w:rPr>
    </w:pPr>
  </w:p>
  <w:p w14:paraId="56F2ECE0" w14:textId="77777777" w:rsidR="008637C8" w:rsidRPr="00460660" w:rsidRDefault="008637C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0C44A" w14:textId="77777777" w:rsidR="009D6D7F" w:rsidRDefault="009D6D7F" w:rsidP="00962258">
      <w:pPr>
        <w:spacing w:after="0" w:line="240" w:lineRule="auto"/>
      </w:pPr>
      <w:r>
        <w:separator/>
      </w:r>
    </w:p>
  </w:footnote>
  <w:footnote w:type="continuationSeparator" w:id="0">
    <w:p w14:paraId="7D3997A2" w14:textId="77777777" w:rsidR="009D6D7F" w:rsidRDefault="009D6D7F" w:rsidP="00962258">
      <w:pPr>
        <w:spacing w:after="0" w:line="240" w:lineRule="auto"/>
      </w:pPr>
      <w:r>
        <w:continuationSeparator/>
      </w:r>
    </w:p>
  </w:footnote>
  <w:footnote w:id="1">
    <w:p w14:paraId="4A2ED6A8" w14:textId="77777777" w:rsidR="008637C8" w:rsidRDefault="008637C8"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5555A40" w14:textId="77777777" w:rsidR="008637C8" w:rsidRDefault="008637C8"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752F070" w14:textId="77777777" w:rsidR="008637C8" w:rsidRDefault="008637C8"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A0B1714" w14:textId="77777777" w:rsidR="008637C8" w:rsidRDefault="008637C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6811D1A" w14:textId="77777777" w:rsidR="008637C8" w:rsidRDefault="008637C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246492F" w14:textId="77777777" w:rsidR="008637C8" w:rsidRDefault="008637C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D7268A4" w14:textId="77777777" w:rsidR="008637C8" w:rsidRDefault="008637C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09B00D0" w14:textId="77777777" w:rsidR="008637C8" w:rsidRDefault="008637C8"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457B02DB" w14:textId="77777777" w:rsidR="008637C8" w:rsidRDefault="008637C8" w:rsidP="00215B1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1B29567D" w14:textId="77777777" w:rsidR="008637C8" w:rsidRDefault="008637C8" w:rsidP="00215B1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37C8" w14:paraId="60CBEB0F" w14:textId="77777777" w:rsidTr="00C02D0A">
      <w:trPr>
        <w:trHeight w:hRule="exact" w:val="454"/>
      </w:trPr>
      <w:tc>
        <w:tcPr>
          <w:tcW w:w="1361" w:type="dxa"/>
          <w:tcMar>
            <w:top w:w="57" w:type="dxa"/>
            <w:left w:w="0" w:type="dxa"/>
            <w:right w:w="0" w:type="dxa"/>
          </w:tcMar>
        </w:tcPr>
        <w:p w14:paraId="7C770B92" w14:textId="77777777" w:rsidR="008637C8" w:rsidRPr="00B8518B" w:rsidRDefault="008637C8" w:rsidP="00523EA7">
          <w:pPr>
            <w:pStyle w:val="Zpat"/>
            <w:rPr>
              <w:rStyle w:val="slostrnky"/>
            </w:rPr>
          </w:pPr>
        </w:p>
      </w:tc>
      <w:tc>
        <w:tcPr>
          <w:tcW w:w="3458" w:type="dxa"/>
          <w:shd w:val="clear" w:color="auto" w:fill="auto"/>
          <w:tcMar>
            <w:top w:w="57" w:type="dxa"/>
            <w:left w:w="0" w:type="dxa"/>
            <w:right w:w="0" w:type="dxa"/>
          </w:tcMar>
        </w:tcPr>
        <w:p w14:paraId="7E03E08A" w14:textId="77777777" w:rsidR="008637C8" w:rsidRDefault="008637C8" w:rsidP="00523EA7">
          <w:pPr>
            <w:pStyle w:val="Zpat"/>
          </w:pPr>
        </w:p>
      </w:tc>
      <w:tc>
        <w:tcPr>
          <w:tcW w:w="5698" w:type="dxa"/>
          <w:shd w:val="clear" w:color="auto" w:fill="auto"/>
          <w:tcMar>
            <w:top w:w="57" w:type="dxa"/>
            <w:left w:w="0" w:type="dxa"/>
            <w:right w:w="0" w:type="dxa"/>
          </w:tcMar>
        </w:tcPr>
        <w:p w14:paraId="75C9FBC0" w14:textId="77777777" w:rsidR="008637C8" w:rsidRPr="00D6163D" w:rsidRDefault="008637C8" w:rsidP="00D6163D">
          <w:pPr>
            <w:pStyle w:val="Druhdokumentu"/>
          </w:pPr>
        </w:p>
      </w:tc>
    </w:tr>
  </w:tbl>
  <w:p w14:paraId="0A059776" w14:textId="77777777" w:rsidR="008637C8" w:rsidRPr="00D6163D" w:rsidRDefault="008637C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637C8" w14:paraId="0DF4D5D3" w14:textId="77777777" w:rsidTr="00B22106">
      <w:trPr>
        <w:trHeight w:hRule="exact" w:val="936"/>
      </w:trPr>
      <w:tc>
        <w:tcPr>
          <w:tcW w:w="1361" w:type="dxa"/>
          <w:tcMar>
            <w:left w:w="0" w:type="dxa"/>
            <w:right w:w="0" w:type="dxa"/>
          </w:tcMar>
        </w:tcPr>
        <w:p w14:paraId="0A2E381C" w14:textId="77777777" w:rsidR="008637C8" w:rsidRPr="00B8518B" w:rsidRDefault="008637C8" w:rsidP="00FC6389">
          <w:pPr>
            <w:pStyle w:val="Zpat"/>
            <w:rPr>
              <w:rStyle w:val="slostrnky"/>
            </w:rPr>
          </w:pPr>
        </w:p>
      </w:tc>
      <w:tc>
        <w:tcPr>
          <w:tcW w:w="3458" w:type="dxa"/>
          <w:shd w:val="clear" w:color="auto" w:fill="auto"/>
          <w:tcMar>
            <w:left w:w="0" w:type="dxa"/>
            <w:right w:w="0" w:type="dxa"/>
          </w:tcMar>
        </w:tcPr>
        <w:p w14:paraId="2A2B34BC" w14:textId="77777777" w:rsidR="008637C8" w:rsidRDefault="008637C8" w:rsidP="00FC6389">
          <w:pPr>
            <w:pStyle w:val="Zpat"/>
          </w:pPr>
        </w:p>
        <w:p w14:paraId="5692CA5E" w14:textId="77777777" w:rsidR="008637C8" w:rsidRDefault="008637C8" w:rsidP="0023206D"/>
        <w:p w14:paraId="586A4938" w14:textId="77777777" w:rsidR="008637C8" w:rsidRDefault="008637C8" w:rsidP="0023206D"/>
        <w:p w14:paraId="0087D7B8" w14:textId="77777777" w:rsidR="008637C8" w:rsidRPr="0023206D" w:rsidRDefault="008637C8"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8637C8" w:rsidRPr="00D6163D" w:rsidRDefault="008637C8" w:rsidP="00FC6389">
          <w:pPr>
            <w:pStyle w:val="Druhdokumentu"/>
          </w:pPr>
        </w:p>
      </w:tc>
    </w:tr>
    <w:tr w:rsidR="008637C8" w14:paraId="1E808196" w14:textId="77777777" w:rsidTr="00B22106">
      <w:trPr>
        <w:trHeight w:hRule="exact" w:val="936"/>
      </w:trPr>
      <w:tc>
        <w:tcPr>
          <w:tcW w:w="1361" w:type="dxa"/>
          <w:tcMar>
            <w:left w:w="0" w:type="dxa"/>
            <w:right w:w="0" w:type="dxa"/>
          </w:tcMar>
        </w:tcPr>
        <w:p w14:paraId="04BBA6B2" w14:textId="77777777" w:rsidR="008637C8" w:rsidRPr="00B8518B" w:rsidRDefault="008637C8" w:rsidP="00FC6389">
          <w:pPr>
            <w:pStyle w:val="Zpat"/>
            <w:rPr>
              <w:rStyle w:val="slostrnky"/>
            </w:rPr>
          </w:pPr>
        </w:p>
      </w:tc>
      <w:tc>
        <w:tcPr>
          <w:tcW w:w="3458" w:type="dxa"/>
          <w:shd w:val="clear" w:color="auto" w:fill="auto"/>
          <w:tcMar>
            <w:left w:w="0" w:type="dxa"/>
            <w:right w:w="0" w:type="dxa"/>
          </w:tcMar>
        </w:tcPr>
        <w:p w14:paraId="2DF6A021" w14:textId="77777777" w:rsidR="008637C8" w:rsidRDefault="008637C8" w:rsidP="00FC6389">
          <w:pPr>
            <w:pStyle w:val="Zpat"/>
          </w:pPr>
        </w:p>
      </w:tc>
      <w:tc>
        <w:tcPr>
          <w:tcW w:w="5756" w:type="dxa"/>
          <w:shd w:val="clear" w:color="auto" w:fill="auto"/>
          <w:tcMar>
            <w:left w:w="0" w:type="dxa"/>
            <w:right w:w="0" w:type="dxa"/>
          </w:tcMar>
        </w:tcPr>
        <w:p w14:paraId="6969E4EF" w14:textId="77777777" w:rsidR="008637C8" w:rsidRPr="00D6163D" w:rsidRDefault="008637C8" w:rsidP="00FC6389">
          <w:pPr>
            <w:pStyle w:val="Druhdokumentu"/>
          </w:pPr>
        </w:p>
      </w:tc>
    </w:tr>
  </w:tbl>
  <w:p w14:paraId="42F82C63" w14:textId="77777777" w:rsidR="008637C8" w:rsidRPr="00460660" w:rsidRDefault="008637C8"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952"/>
    <w:rsid w:val="000263A3"/>
    <w:rsid w:val="000338E9"/>
    <w:rsid w:val="00033E15"/>
    <w:rsid w:val="00041EC8"/>
    <w:rsid w:val="000435FD"/>
    <w:rsid w:val="00046545"/>
    <w:rsid w:val="00050550"/>
    <w:rsid w:val="0006499F"/>
    <w:rsid w:val="0006588D"/>
    <w:rsid w:val="00067A5E"/>
    <w:rsid w:val="00067EE3"/>
    <w:rsid w:val="0007139B"/>
    <w:rsid w:val="000719BB"/>
    <w:rsid w:val="000725F1"/>
    <w:rsid w:val="00072A65"/>
    <w:rsid w:val="00072C1E"/>
    <w:rsid w:val="000739BE"/>
    <w:rsid w:val="00076ACF"/>
    <w:rsid w:val="000839DD"/>
    <w:rsid w:val="00092CC9"/>
    <w:rsid w:val="00093649"/>
    <w:rsid w:val="000972F7"/>
    <w:rsid w:val="000A171D"/>
    <w:rsid w:val="000A23DC"/>
    <w:rsid w:val="000B079A"/>
    <w:rsid w:val="000B3F26"/>
    <w:rsid w:val="000B4EB8"/>
    <w:rsid w:val="000C03AA"/>
    <w:rsid w:val="000C41F2"/>
    <w:rsid w:val="000D22C4"/>
    <w:rsid w:val="000D27D1"/>
    <w:rsid w:val="000D31AC"/>
    <w:rsid w:val="000D3EAE"/>
    <w:rsid w:val="000D5E72"/>
    <w:rsid w:val="000D7437"/>
    <w:rsid w:val="000E1A7F"/>
    <w:rsid w:val="000F28C2"/>
    <w:rsid w:val="000F7DFE"/>
    <w:rsid w:val="00103053"/>
    <w:rsid w:val="00106A0E"/>
    <w:rsid w:val="00112301"/>
    <w:rsid w:val="00112864"/>
    <w:rsid w:val="00113C78"/>
    <w:rsid w:val="00114472"/>
    <w:rsid w:val="00114988"/>
    <w:rsid w:val="00115069"/>
    <w:rsid w:val="001150F2"/>
    <w:rsid w:val="00116C57"/>
    <w:rsid w:val="00134B2F"/>
    <w:rsid w:val="00136430"/>
    <w:rsid w:val="00140082"/>
    <w:rsid w:val="001431D2"/>
    <w:rsid w:val="00146BCB"/>
    <w:rsid w:val="001472A9"/>
    <w:rsid w:val="0015352A"/>
    <w:rsid w:val="0015502C"/>
    <w:rsid w:val="001656A2"/>
    <w:rsid w:val="0017052B"/>
    <w:rsid w:val="00170EC5"/>
    <w:rsid w:val="001747C1"/>
    <w:rsid w:val="00174AEE"/>
    <w:rsid w:val="00177D6B"/>
    <w:rsid w:val="00180B10"/>
    <w:rsid w:val="00181216"/>
    <w:rsid w:val="00181ADD"/>
    <w:rsid w:val="00187AC0"/>
    <w:rsid w:val="00191D20"/>
    <w:rsid w:val="00191F90"/>
    <w:rsid w:val="00193D8F"/>
    <w:rsid w:val="001950C2"/>
    <w:rsid w:val="00195C01"/>
    <w:rsid w:val="00196E81"/>
    <w:rsid w:val="001B0A3D"/>
    <w:rsid w:val="001B23A1"/>
    <w:rsid w:val="001B3114"/>
    <w:rsid w:val="001B4E74"/>
    <w:rsid w:val="001B7AA3"/>
    <w:rsid w:val="001C1648"/>
    <w:rsid w:val="001C645F"/>
    <w:rsid w:val="001D0F32"/>
    <w:rsid w:val="001D4B4A"/>
    <w:rsid w:val="001E2DC2"/>
    <w:rsid w:val="001E651D"/>
    <w:rsid w:val="001E678E"/>
    <w:rsid w:val="001F240B"/>
    <w:rsid w:val="001F47FF"/>
    <w:rsid w:val="001F7789"/>
    <w:rsid w:val="00200E6E"/>
    <w:rsid w:val="0020454B"/>
    <w:rsid w:val="002071BB"/>
    <w:rsid w:val="00207DF5"/>
    <w:rsid w:val="00215B14"/>
    <w:rsid w:val="00223FC4"/>
    <w:rsid w:val="0023206D"/>
    <w:rsid w:val="00233A53"/>
    <w:rsid w:val="00234DE7"/>
    <w:rsid w:val="00240B81"/>
    <w:rsid w:val="00243B9D"/>
    <w:rsid w:val="0024699F"/>
    <w:rsid w:val="00247D01"/>
    <w:rsid w:val="0025030F"/>
    <w:rsid w:val="002514C5"/>
    <w:rsid w:val="00261A5B"/>
    <w:rsid w:val="002628B5"/>
    <w:rsid w:val="00262E5B"/>
    <w:rsid w:val="00276AFE"/>
    <w:rsid w:val="00283302"/>
    <w:rsid w:val="002924B8"/>
    <w:rsid w:val="002A3B57"/>
    <w:rsid w:val="002A5411"/>
    <w:rsid w:val="002B42EB"/>
    <w:rsid w:val="002C04EE"/>
    <w:rsid w:val="002C31BF"/>
    <w:rsid w:val="002C43D2"/>
    <w:rsid w:val="002C7BFA"/>
    <w:rsid w:val="002D226B"/>
    <w:rsid w:val="002D381E"/>
    <w:rsid w:val="002D3B36"/>
    <w:rsid w:val="002D7661"/>
    <w:rsid w:val="002D7FD6"/>
    <w:rsid w:val="002E0CD7"/>
    <w:rsid w:val="002E0CFB"/>
    <w:rsid w:val="002E294C"/>
    <w:rsid w:val="002E5C7B"/>
    <w:rsid w:val="002F4333"/>
    <w:rsid w:val="00301F80"/>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410A"/>
    <w:rsid w:val="00386FF1"/>
    <w:rsid w:val="00392EB6"/>
    <w:rsid w:val="00394D03"/>
    <w:rsid w:val="003956C6"/>
    <w:rsid w:val="0039768A"/>
    <w:rsid w:val="003A4513"/>
    <w:rsid w:val="003A4B27"/>
    <w:rsid w:val="003A568C"/>
    <w:rsid w:val="003A5CE6"/>
    <w:rsid w:val="003B03B7"/>
    <w:rsid w:val="003B429F"/>
    <w:rsid w:val="003C33F2"/>
    <w:rsid w:val="003D3877"/>
    <w:rsid w:val="003D756E"/>
    <w:rsid w:val="003E15D6"/>
    <w:rsid w:val="003E3CE3"/>
    <w:rsid w:val="003E420D"/>
    <w:rsid w:val="003E4C13"/>
    <w:rsid w:val="003E79F5"/>
    <w:rsid w:val="003F04FC"/>
    <w:rsid w:val="003F3494"/>
    <w:rsid w:val="003F78E7"/>
    <w:rsid w:val="004025EF"/>
    <w:rsid w:val="00402DB7"/>
    <w:rsid w:val="00404BA2"/>
    <w:rsid w:val="004078F3"/>
    <w:rsid w:val="00413C4C"/>
    <w:rsid w:val="004174FC"/>
    <w:rsid w:val="00425FE1"/>
    <w:rsid w:val="00427794"/>
    <w:rsid w:val="00433BAA"/>
    <w:rsid w:val="00450F07"/>
    <w:rsid w:val="004518CE"/>
    <w:rsid w:val="00451CC4"/>
    <w:rsid w:val="00452F69"/>
    <w:rsid w:val="004530F0"/>
    <w:rsid w:val="0045329B"/>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3F1C"/>
    <w:rsid w:val="004A6B13"/>
    <w:rsid w:val="004B34E9"/>
    <w:rsid w:val="004B602F"/>
    <w:rsid w:val="004B7607"/>
    <w:rsid w:val="004C086E"/>
    <w:rsid w:val="004C4399"/>
    <w:rsid w:val="004C787C"/>
    <w:rsid w:val="004E5193"/>
    <w:rsid w:val="004E7A1F"/>
    <w:rsid w:val="004F1D17"/>
    <w:rsid w:val="004F20EE"/>
    <w:rsid w:val="004F2463"/>
    <w:rsid w:val="004F4597"/>
    <w:rsid w:val="004F4B9B"/>
    <w:rsid w:val="005004DA"/>
    <w:rsid w:val="00501B32"/>
    <w:rsid w:val="0050666E"/>
    <w:rsid w:val="00507548"/>
    <w:rsid w:val="00511AB9"/>
    <w:rsid w:val="005151C4"/>
    <w:rsid w:val="005210B3"/>
    <w:rsid w:val="0052214B"/>
    <w:rsid w:val="00523BB5"/>
    <w:rsid w:val="00523EA7"/>
    <w:rsid w:val="0052444C"/>
    <w:rsid w:val="0052706F"/>
    <w:rsid w:val="005302A4"/>
    <w:rsid w:val="00534E79"/>
    <w:rsid w:val="0053755E"/>
    <w:rsid w:val="005406EB"/>
    <w:rsid w:val="00542A90"/>
    <w:rsid w:val="00543E03"/>
    <w:rsid w:val="00551E8F"/>
    <w:rsid w:val="00553375"/>
    <w:rsid w:val="00555884"/>
    <w:rsid w:val="00562724"/>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2655"/>
    <w:rsid w:val="005B523D"/>
    <w:rsid w:val="005C2309"/>
    <w:rsid w:val="005D3C39"/>
    <w:rsid w:val="005F5D3D"/>
    <w:rsid w:val="005F769B"/>
    <w:rsid w:val="005F7739"/>
    <w:rsid w:val="0060115D"/>
    <w:rsid w:val="00601A8C"/>
    <w:rsid w:val="00603E9A"/>
    <w:rsid w:val="0061068E"/>
    <w:rsid w:val="006115D3"/>
    <w:rsid w:val="00616090"/>
    <w:rsid w:val="00631801"/>
    <w:rsid w:val="00632339"/>
    <w:rsid w:val="00632862"/>
    <w:rsid w:val="00640B30"/>
    <w:rsid w:val="006411B5"/>
    <w:rsid w:val="00651384"/>
    <w:rsid w:val="00651EAB"/>
    <w:rsid w:val="00653257"/>
    <w:rsid w:val="00655976"/>
    <w:rsid w:val="0065610E"/>
    <w:rsid w:val="00660AD3"/>
    <w:rsid w:val="006618CF"/>
    <w:rsid w:val="00665F2C"/>
    <w:rsid w:val="00666C98"/>
    <w:rsid w:val="00674B45"/>
    <w:rsid w:val="006776B6"/>
    <w:rsid w:val="006826C2"/>
    <w:rsid w:val="00686179"/>
    <w:rsid w:val="00686462"/>
    <w:rsid w:val="00687594"/>
    <w:rsid w:val="00692BAA"/>
    <w:rsid w:val="00693150"/>
    <w:rsid w:val="00695DAA"/>
    <w:rsid w:val="00696134"/>
    <w:rsid w:val="006A0B3B"/>
    <w:rsid w:val="006A5081"/>
    <w:rsid w:val="006A5570"/>
    <w:rsid w:val="006A689C"/>
    <w:rsid w:val="006A6AF2"/>
    <w:rsid w:val="006B3D79"/>
    <w:rsid w:val="006B558F"/>
    <w:rsid w:val="006B6FE4"/>
    <w:rsid w:val="006C04A0"/>
    <w:rsid w:val="006C2343"/>
    <w:rsid w:val="006C3376"/>
    <w:rsid w:val="006C442A"/>
    <w:rsid w:val="006C6351"/>
    <w:rsid w:val="006E0578"/>
    <w:rsid w:val="006E0617"/>
    <w:rsid w:val="006E1EE5"/>
    <w:rsid w:val="006E277F"/>
    <w:rsid w:val="006E314D"/>
    <w:rsid w:val="006E6144"/>
    <w:rsid w:val="006F4014"/>
    <w:rsid w:val="006F6B09"/>
    <w:rsid w:val="00702F01"/>
    <w:rsid w:val="007038DC"/>
    <w:rsid w:val="00704FE4"/>
    <w:rsid w:val="00706F4C"/>
    <w:rsid w:val="0070736C"/>
    <w:rsid w:val="007105BE"/>
    <w:rsid w:val="00710723"/>
    <w:rsid w:val="007134F3"/>
    <w:rsid w:val="00713D3B"/>
    <w:rsid w:val="00723ED1"/>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3DC0"/>
    <w:rsid w:val="007755E7"/>
    <w:rsid w:val="00775F3E"/>
    <w:rsid w:val="0077673A"/>
    <w:rsid w:val="00776A8A"/>
    <w:rsid w:val="007804B7"/>
    <w:rsid w:val="007846E1"/>
    <w:rsid w:val="007847D6"/>
    <w:rsid w:val="00791077"/>
    <w:rsid w:val="00795337"/>
    <w:rsid w:val="007A00CC"/>
    <w:rsid w:val="007A2107"/>
    <w:rsid w:val="007A32E1"/>
    <w:rsid w:val="007A5172"/>
    <w:rsid w:val="007A67A0"/>
    <w:rsid w:val="007B33F0"/>
    <w:rsid w:val="007B3D4D"/>
    <w:rsid w:val="007B570C"/>
    <w:rsid w:val="007C6A1C"/>
    <w:rsid w:val="007D0559"/>
    <w:rsid w:val="007D5A8D"/>
    <w:rsid w:val="007D7AA8"/>
    <w:rsid w:val="007E2234"/>
    <w:rsid w:val="007E4A6E"/>
    <w:rsid w:val="007E5798"/>
    <w:rsid w:val="007F56A7"/>
    <w:rsid w:val="007F6C44"/>
    <w:rsid w:val="00800851"/>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CAA"/>
    <w:rsid w:val="00854DC9"/>
    <w:rsid w:val="00856BFF"/>
    <w:rsid w:val="008637C8"/>
    <w:rsid w:val="00865FC7"/>
    <w:rsid w:val="00872044"/>
    <w:rsid w:val="00876D73"/>
    <w:rsid w:val="00885916"/>
    <w:rsid w:val="00887139"/>
    <w:rsid w:val="00887F36"/>
    <w:rsid w:val="00890AE3"/>
    <w:rsid w:val="00894E31"/>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20DEB"/>
    <w:rsid w:val="00922385"/>
    <w:rsid w:val="009223DF"/>
    <w:rsid w:val="00930B79"/>
    <w:rsid w:val="00936091"/>
    <w:rsid w:val="009406ED"/>
    <w:rsid w:val="009407AE"/>
    <w:rsid w:val="00940D8A"/>
    <w:rsid w:val="00942957"/>
    <w:rsid w:val="00945869"/>
    <w:rsid w:val="00951218"/>
    <w:rsid w:val="009531C1"/>
    <w:rsid w:val="0095570C"/>
    <w:rsid w:val="00956E6A"/>
    <w:rsid w:val="00961490"/>
    <w:rsid w:val="00962258"/>
    <w:rsid w:val="00964860"/>
    <w:rsid w:val="009678B7"/>
    <w:rsid w:val="00971A54"/>
    <w:rsid w:val="00971AF4"/>
    <w:rsid w:val="00972EF6"/>
    <w:rsid w:val="009866FA"/>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6D7F"/>
    <w:rsid w:val="009D706D"/>
    <w:rsid w:val="009E0162"/>
    <w:rsid w:val="009E07F4"/>
    <w:rsid w:val="009E1201"/>
    <w:rsid w:val="009E7C45"/>
    <w:rsid w:val="009F309B"/>
    <w:rsid w:val="009F392E"/>
    <w:rsid w:val="009F53C5"/>
    <w:rsid w:val="00A04699"/>
    <w:rsid w:val="00A05AB8"/>
    <w:rsid w:val="00A0740E"/>
    <w:rsid w:val="00A1185B"/>
    <w:rsid w:val="00A119EC"/>
    <w:rsid w:val="00A132D2"/>
    <w:rsid w:val="00A14260"/>
    <w:rsid w:val="00A15262"/>
    <w:rsid w:val="00A20FD4"/>
    <w:rsid w:val="00A30791"/>
    <w:rsid w:val="00A318A2"/>
    <w:rsid w:val="00A36099"/>
    <w:rsid w:val="00A4050F"/>
    <w:rsid w:val="00A47EB4"/>
    <w:rsid w:val="00A50641"/>
    <w:rsid w:val="00A50E1B"/>
    <w:rsid w:val="00A530BF"/>
    <w:rsid w:val="00A57D45"/>
    <w:rsid w:val="00A6177B"/>
    <w:rsid w:val="00A66136"/>
    <w:rsid w:val="00A71189"/>
    <w:rsid w:val="00A731E2"/>
    <w:rsid w:val="00A7364A"/>
    <w:rsid w:val="00A74DCC"/>
    <w:rsid w:val="00A753ED"/>
    <w:rsid w:val="00A77512"/>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E5B58"/>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5205C"/>
    <w:rsid w:val="00B5431A"/>
    <w:rsid w:val="00B555CD"/>
    <w:rsid w:val="00B60046"/>
    <w:rsid w:val="00B61530"/>
    <w:rsid w:val="00B62EAA"/>
    <w:rsid w:val="00B71CC3"/>
    <w:rsid w:val="00B75EE1"/>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6903"/>
    <w:rsid w:val="00BD7E91"/>
    <w:rsid w:val="00BD7F0D"/>
    <w:rsid w:val="00BE2276"/>
    <w:rsid w:val="00BE49F4"/>
    <w:rsid w:val="00C00495"/>
    <w:rsid w:val="00C02D0A"/>
    <w:rsid w:val="00C03A6E"/>
    <w:rsid w:val="00C1197B"/>
    <w:rsid w:val="00C12857"/>
    <w:rsid w:val="00C154A5"/>
    <w:rsid w:val="00C226C0"/>
    <w:rsid w:val="00C30ADB"/>
    <w:rsid w:val="00C35F57"/>
    <w:rsid w:val="00C42FE6"/>
    <w:rsid w:val="00C44F6A"/>
    <w:rsid w:val="00C539F7"/>
    <w:rsid w:val="00C609F0"/>
    <w:rsid w:val="00C6198E"/>
    <w:rsid w:val="00C65654"/>
    <w:rsid w:val="00C708EA"/>
    <w:rsid w:val="00C71941"/>
    <w:rsid w:val="00C759F1"/>
    <w:rsid w:val="00C776E5"/>
    <w:rsid w:val="00C778A5"/>
    <w:rsid w:val="00C857EB"/>
    <w:rsid w:val="00C93E06"/>
    <w:rsid w:val="00C95162"/>
    <w:rsid w:val="00C953B5"/>
    <w:rsid w:val="00CB1C2E"/>
    <w:rsid w:val="00CB21FD"/>
    <w:rsid w:val="00CB250F"/>
    <w:rsid w:val="00CB3151"/>
    <w:rsid w:val="00CB6A37"/>
    <w:rsid w:val="00CB7684"/>
    <w:rsid w:val="00CC4380"/>
    <w:rsid w:val="00CC7C8F"/>
    <w:rsid w:val="00CD1FC4"/>
    <w:rsid w:val="00CD2594"/>
    <w:rsid w:val="00CE036A"/>
    <w:rsid w:val="00CF4A89"/>
    <w:rsid w:val="00CF59B0"/>
    <w:rsid w:val="00D019D7"/>
    <w:rsid w:val="00D01F9B"/>
    <w:rsid w:val="00D034A0"/>
    <w:rsid w:val="00D10A2D"/>
    <w:rsid w:val="00D139AC"/>
    <w:rsid w:val="00D21061"/>
    <w:rsid w:val="00D21A75"/>
    <w:rsid w:val="00D30ADF"/>
    <w:rsid w:val="00D37B14"/>
    <w:rsid w:val="00D4108E"/>
    <w:rsid w:val="00D42D34"/>
    <w:rsid w:val="00D4300E"/>
    <w:rsid w:val="00D462AA"/>
    <w:rsid w:val="00D506B4"/>
    <w:rsid w:val="00D6163D"/>
    <w:rsid w:val="00D6259C"/>
    <w:rsid w:val="00D64E41"/>
    <w:rsid w:val="00D831A3"/>
    <w:rsid w:val="00D85F52"/>
    <w:rsid w:val="00D8665E"/>
    <w:rsid w:val="00D87B1C"/>
    <w:rsid w:val="00D94B7C"/>
    <w:rsid w:val="00D97BE3"/>
    <w:rsid w:val="00DA3711"/>
    <w:rsid w:val="00DB3898"/>
    <w:rsid w:val="00DB619A"/>
    <w:rsid w:val="00DB6628"/>
    <w:rsid w:val="00DC7F25"/>
    <w:rsid w:val="00DD3E46"/>
    <w:rsid w:val="00DD46F3"/>
    <w:rsid w:val="00DD63D8"/>
    <w:rsid w:val="00DD7A41"/>
    <w:rsid w:val="00DE276A"/>
    <w:rsid w:val="00DE51A5"/>
    <w:rsid w:val="00DE56F2"/>
    <w:rsid w:val="00DF0835"/>
    <w:rsid w:val="00DF116D"/>
    <w:rsid w:val="00DF651A"/>
    <w:rsid w:val="00E01D8D"/>
    <w:rsid w:val="00E01EA1"/>
    <w:rsid w:val="00E135DC"/>
    <w:rsid w:val="00E13D01"/>
    <w:rsid w:val="00E16FF7"/>
    <w:rsid w:val="00E17045"/>
    <w:rsid w:val="00E20A91"/>
    <w:rsid w:val="00E21F6C"/>
    <w:rsid w:val="00E22C30"/>
    <w:rsid w:val="00E24F78"/>
    <w:rsid w:val="00E26D68"/>
    <w:rsid w:val="00E3004C"/>
    <w:rsid w:val="00E34F98"/>
    <w:rsid w:val="00E37347"/>
    <w:rsid w:val="00E437B0"/>
    <w:rsid w:val="00E44045"/>
    <w:rsid w:val="00E51116"/>
    <w:rsid w:val="00E618C4"/>
    <w:rsid w:val="00E61B47"/>
    <w:rsid w:val="00E6502D"/>
    <w:rsid w:val="00E7218A"/>
    <w:rsid w:val="00E75AC2"/>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5AF4"/>
    <w:rsid w:val="00EE7882"/>
    <w:rsid w:val="00EF0C73"/>
    <w:rsid w:val="00EF42E0"/>
    <w:rsid w:val="00EF45B6"/>
    <w:rsid w:val="00EF4DAC"/>
    <w:rsid w:val="00F016C7"/>
    <w:rsid w:val="00F07102"/>
    <w:rsid w:val="00F12DEC"/>
    <w:rsid w:val="00F1715C"/>
    <w:rsid w:val="00F23925"/>
    <w:rsid w:val="00F26ECE"/>
    <w:rsid w:val="00F310F8"/>
    <w:rsid w:val="00F356B1"/>
    <w:rsid w:val="00F35939"/>
    <w:rsid w:val="00F360EB"/>
    <w:rsid w:val="00F3776B"/>
    <w:rsid w:val="00F41AEB"/>
    <w:rsid w:val="00F43BCE"/>
    <w:rsid w:val="00F43E82"/>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B25D1"/>
    <w:rsid w:val="00FB6342"/>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zakazky.spravazeleznic.cz/" TargetMode="External"/><Relationship Id="rId25" Type="http://schemas.openxmlformats.org/officeDocument/2006/relationships/hyperlink" Target="https://xdc.szd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67C397E-565C-4A41-98A3-1320942C9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133</TotalTime>
  <Pages>38</Pages>
  <Words>16166</Words>
  <Characters>95386</Characters>
  <Application>Microsoft Office Word</Application>
  <DocSecurity>0</DocSecurity>
  <Lines>794</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5</cp:revision>
  <cp:lastPrinted>2019-03-07T14:42:00Z</cp:lastPrinted>
  <dcterms:created xsi:type="dcterms:W3CDTF">2022-07-20T06:55:00Z</dcterms:created>
  <dcterms:modified xsi:type="dcterms:W3CDTF">2022-07-25T10:54:00Z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